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0E65E5" w14:textId="33B7BA35" w:rsidR="00755CDD" w:rsidRPr="00E80D50" w:rsidRDefault="00E80D50" w:rsidP="001A1956">
      <w:pPr>
        <w:pStyle w:val="Heading1"/>
      </w:pPr>
      <w:r w:rsidRPr="00E80D50">
        <w:t>KOKKULEPE</w:t>
      </w:r>
      <w:r w:rsidR="00D02482">
        <w:t xml:space="preserve"> nr</w:t>
      </w:r>
      <w:r w:rsidR="00D34BC5">
        <w:t xml:space="preserve"> </w:t>
      </w:r>
      <w:r w:rsidR="001F0884" w:rsidRPr="001F0884">
        <w:tab/>
        <w:t>3-1.33/2023/64</w:t>
      </w:r>
    </w:p>
    <w:p w14:paraId="5E67D7C2" w14:textId="77777777" w:rsidR="00E80D50" w:rsidRPr="00E80D50" w:rsidRDefault="0006678D" w:rsidP="00E80D50">
      <w:pPr>
        <w:rPr>
          <w:b/>
        </w:rPr>
      </w:pPr>
      <w:r>
        <w:rPr>
          <w:b/>
        </w:rPr>
        <w:t>ISIKLIKU KASU</w:t>
      </w:r>
      <w:r w:rsidR="00E80D50" w:rsidRPr="00E80D50">
        <w:rPr>
          <w:b/>
        </w:rPr>
        <w:t xml:space="preserve">TUSÕIGUSEGA KOORMAMISE TINGIMUSTE KOHTA </w:t>
      </w:r>
    </w:p>
    <w:p w14:paraId="50CD17F3" w14:textId="77777777" w:rsidR="00755CDD" w:rsidRDefault="00755CDD" w:rsidP="00A04D3E">
      <w:pPr>
        <w:jc w:val="both"/>
        <w:rPr>
          <w:b/>
          <w:bCs/>
          <w:sz w:val="28"/>
        </w:rPr>
      </w:pPr>
    </w:p>
    <w:p w14:paraId="50B4EC33" w14:textId="77777777" w:rsidR="00EF73CE" w:rsidRPr="008A1430" w:rsidRDefault="00EF73CE" w:rsidP="00EF73CE">
      <w:pPr>
        <w:pStyle w:val="NormalWeb"/>
        <w:jc w:val="right"/>
        <w:rPr>
          <w:lang w:val="et-EE"/>
        </w:rPr>
      </w:pPr>
      <w:r w:rsidRPr="008A1430">
        <w:rPr>
          <w:rFonts w:eastAsia="Calibri"/>
          <w:szCs w:val="22"/>
          <w:lang w:val="et-EE"/>
        </w:rPr>
        <w:t>(hiliseima digitaalallkirja kuupäev)</w:t>
      </w:r>
    </w:p>
    <w:p w14:paraId="47D63532" w14:textId="77777777" w:rsidR="00755CDD" w:rsidRDefault="00755CDD" w:rsidP="00D34BC5">
      <w:pPr>
        <w:jc w:val="right"/>
        <w:rPr>
          <w:b/>
          <w:bCs/>
          <w:sz w:val="28"/>
        </w:rPr>
      </w:pPr>
    </w:p>
    <w:p w14:paraId="7FC3A2BD" w14:textId="77777777" w:rsidR="00755CDD" w:rsidRDefault="00755CDD" w:rsidP="00A04D3E">
      <w:pPr>
        <w:jc w:val="both"/>
        <w:rPr>
          <w:b/>
          <w:bCs/>
          <w:sz w:val="28"/>
        </w:rPr>
      </w:pPr>
    </w:p>
    <w:p w14:paraId="0F473C3A" w14:textId="7009560B" w:rsidR="00EF73CE" w:rsidRPr="00545FAD" w:rsidRDefault="00A04D3E" w:rsidP="00EF73CE">
      <w:pPr>
        <w:jc w:val="both"/>
      </w:pPr>
      <w:r>
        <w:rPr>
          <w:szCs w:val="18"/>
        </w:rPr>
        <w:t xml:space="preserve">Riigimetsa Majandamise Keskus, edaspidi </w:t>
      </w:r>
      <w:r w:rsidRPr="00DF0979">
        <w:rPr>
          <w:b/>
          <w:szCs w:val="18"/>
        </w:rPr>
        <w:t>RMK</w:t>
      </w:r>
      <w:r>
        <w:rPr>
          <w:i/>
          <w:szCs w:val="18"/>
        </w:rPr>
        <w:t xml:space="preserve"> </w:t>
      </w:r>
      <w:r w:rsidRPr="00A04D3E">
        <w:rPr>
          <w:szCs w:val="18"/>
        </w:rPr>
        <w:t>või ka</w:t>
      </w:r>
      <w:r>
        <w:rPr>
          <w:i/>
          <w:szCs w:val="18"/>
        </w:rPr>
        <w:t xml:space="preserve"> </w:t>
      </w:r>
      <w:r w:rsidR="001C6A82">
        <w:rPr>
          <w:b/>
          <w:szCs w:val="18"/>
        </w:rPr>
        <w:t>k</w:t>
      </w:r>
      <w:r w:rsidR="00E80D50" w:rsidRPr="00DF0979">
        <w:rPr>
          <w:b/>
          <w:szCs w:val="18"/>
        </w:rPr>
        <w:t>asutaja</w:t>
      </w:r>
      <w:r w:rsidRPr="00A04D3E">
        <w:rPr>
          <w:i/>
          <w:szCs w:val="18"/>
        </w:rPr>
        <w:t>,</w:t>
      </w:r>
      <w:r>
        <w:rPr>
          <w:szCs w:val="18"/>
        </w:rPr>
        <w:t xml:space="preserve"> </w:t>
      </w:r>
      <w:r w:rsidR="00EF73CE" w:rsidRPr="00545FAD">
        <w:t xml:space="preserve">keda esindab </w:t>
      </w:r>
      <w:sdt>
        <w:sdtPr>
          <w:tag w:val="Riigimetsa Majandamise Keskuse "/>
          <w:id w:val="-1598098674"/>
          <w:placeholder>
            <w:docPart w:val="63307F1DC0AF4128AF67BBD1101A4822"/>
          </w:placeholder>
          <w:comboBox>
            <w:listItem w:displayText="juhatuse" w:value="juhatuse"/>
            <w:listItem w:displayText="juhatuse esimehe" w:value="juhatuse esimehe"/>
            <w:listItem w:displayText="juhatuse liikme" w:value="juhatuse liikme"/>
            <w:listItem w:displayText="Vabariigi Valitsuse" w:value="Vabariigi Valitsuse"/>
          </w:comboBox>
        </w:sdtPr>
        <w:sdtContent>
          <w:r w:rsidR="00D86A8C">
            <w:t>juhatuse esimehe</w:t>
          </w:r>
        </w:sdtContent>
      </w:sdt>
      <w:r w:rsidR="00EF73CE" w:rsidRPr="00545FAD">
        <w:t xml:space="preserve"> </w:t>
      </w:r>
      <w:sdt>
        <w:sdtPr>
          <w:alias w:val="Vali kuupäev"/>
          <w:tag w:val="Vali kuupäev"/>
          <w:id w:val="-171967024"/>
          <w:placeholder>
            <w:docPart w:val="E261336D92534BE3BA6DC505D0DEA969"/>
          </w:placeholder>
          <w:date w:fullDate="2021-09-28T00:00:00Z">
            <w:dateFormat w:val="d.MM.yyyy"/>
            <w:lid w:val="et-EE"/>
            <w:storeMappedDataAs w:val="dateTime"/>
            <w:calendar w:val="gregorian"/>
          </w:date>
        </w:sdtPr>
        <w:sdtContent>
          <w:r w:rsidR="00D86A8C">
            <w:t>28.09.2021</w:t>
          </w:r>
        </w:sdtContent>
      </w:sdt>
      <w:r w:rsidR="00EF73CE" w:rsidRPr="00545FAD">
        <w:t xml:space="preserve"> </w:t>
      </w:r>
      <w:sdt>
        <w:sdtPr>
          <w:id w:val="-775716232"/>
          <w:placeholder>
            <w:docPart w:val="63307F1DC0AF4128AF67BBD1101A4822"/>
          </w:placeholder>
          <w:comboBox>
            <w:listItem w:displayText="otsuse" w:value="otsuse"/>
            <w:listItem w:displayText="käskkirja" w:value="käskkirja"/>
            <w:listItem w:displayText="volikirja" w:value="volikirja"/>
            <w:listItem w:displayText="määruse" w:value="määruse"/>
          </w:comboBox>
        </w:sdtPr>
        <w:sdtContent>
          <w:r w:rsidR="00D86A8C">
            <w:t>käskkirja</w:t>
          </w:r>
        </w:sdtContent>
      </w:sdt>
      <w:r w:rsidR="00EF73CE" w:rsidRPr="00545FAD">
        <w:t xml:space="preserve"> nr</w:t>
      </w:r>
      <w:r w:rsidR="00D86A8C">
        <w:t xml:space="preserve"> </w:t>
      </w:r>
      <w:r w:rsidR="00D86A8C" w:rsidRPr="00D86A8C">
        <w:t>1-5/74</w:t>
      </w:r>
      <w:r w:rsidR="00D86A8C">
        <w:t xml:space="preserve"> </w:t>
      </w:r>
      <w:r w:rsidR="00EF73CE" w:rsidRPr="00545FAD">
        <w:t xml:space="preserve">alusel </w:t>
      </w:r>
      <w:r w:rsidR="00D86A8C">
        <w:rPr>
          <w:rFonts w:eastAsia="Calibri"/>
        </w:rPr>
        <w:t>Valgamaa metsaülem Risto Sepp</w:t>
      </w:r>
      <w:r w:rsidR="00EF73CE" w:rsidRPr="00545FAD">
        <w:t>, ühelt poolt,</w:t>
      </w:r>
    </w:p>
    <w:p w14:paraId="3ADE3172" w14:textId="77777777" w:rsidR="00755CDD" w:rsidRDefault="00755CDD" w:rsidP="00A04D3E">
      <w:pPr>
        <w:jc w:val="both"/>
      </w:pPr>
    </w:p>
    <w:p w14:paraId="791BBAFA" w14:textId="6647E359" w:rsidR="00DF0979" w:rsidRDefault="00EF73CE" w:rsidP="00A04D3E">
      <w:pPr>
        <w:jc w:val="both"/>
        <w:rPr>
          <w:rFonts w:eastAsia="Calibri"/>
        </w:rPr>
      </w:pPr>
      <w:r>
        <w:t xml:space="preserve">ja </w:t>
      </w:r>
      <w:r w:rsidR="00AA7655" w:rsidRPr="00AA7655">
        <w:t>METSATERVENDUSE OSAÜHING</w:t>
      </w:r>
      <w:r w:rsidR="00AA7655" w:rsidRPr="00AA7655">
        <w:t xml:space="preserve"> </w:t>
      </w:r>
      <w:r w:rsidR="00647605" w:rsidRPr="00647605">
        <w:t xml:space="preserve">(registrikood </w:t>
      </w:r>
      <w:r w:rsidR="00830A92" w:rsidRPr="00830A92">
        <w:t>10224657</w:t>
      </w:r>
      <w:r w:rsidR="00647605" w:rsidRPr="00647605">
        <w:t>)</w:t>
      </w:r>
      <w:r w:rsidR="00D34BC5">
        <w:t>,</w:t>
      </w:r>
      <w:r w:rsidR="00CF68F0" w:rsidRPr="00CF68F0">
        <w:t xml:space="preserve"> </w:t>
      </w:r>
      <w:r>
        <w:t xml:space="preserve">edaspidi </w:t>
      </w:r>
      <w:r>
        <w:rPr>
          <w:b/>
        </w:rPr>
        <w:t xml:space="preserve">omanik, </w:t>
      </w:r>
      <w:r w:rsidRPr="005A1CA9">
        <w:rPr>
          <w:iCs/>
        </w:rPr>
        <w:t xml:space="preserve">keda esindab  </w:t>
      </w:r>
      <w:r w:rsidR="006C08F3" w:rsidRPr="006C08F3">
        <w:rPr>
          <w:rFonts w:eastAsia="Calibri"/>
        </w:rPr>
        <w:t>juhatuse liige</w:t>
      </w:r>
      <w:r w:rsidR="006C08F3" w:rsidRPr="006C08F3">
        <w:rPr>
          <w:rFonts w:eastAsia="Calibri"/>
        </w:rPr>
        <w:t xml:space="preserve"> </w:t>
      </w:r>
      <w:r w:rsidR="00AA7655" w:rsidRPr="00AA7655">
        <w:rPr>
          <w:rFonts w:eastAsia="Calibri"/>
        </w:rPr>
        <w:t>Ants Erik</w:t>
      </w:r>
      <w:r w:rsidR="00AA7655" w:rsidRPr="00AA7655">
        <w:rPr>
          <w:rFonts w:eastAsia="Calibri"/>
        </w:rPr>
        <w:t xml:space="preserve"> </w:t>
      </w:r>
      <w:r w:rsidR="00AA7655">
        <w:rPr>
          <w:rFonts w:eastAsia="Calibri"/>
        </w:rPr>
        <w:t xml:space="preserve"> </w:t>
      </w:r>
      <w:r>
        <w:rPr>
          <w:rFonts w:eastAsia="Calibri"/>
        </w:rPr>
        <w:t>teiselt poolt,</w:t>
      </w:r>
    </w:p>
    <w:p w14:paraId="37E0FD7C" w14:textId="77777777" w:rsidR="00EF73CE" w:rsidRDefault="00EF73CE" w:rsidP="00A04D3E">
      <w:pPr>
        <w:jc w:val="both"/>
      </w:pPr>
    </w:p>
    <w:p w14:paraId="4D6950D8" w14:textId="77777777" w:rsidR="00DF0979" w:rsidRDefault="00DF0979" w:rsidP="00DF0979">
      <w:pPr>
        <w:jc w:val="both"/>
      </w:pPr>
      <w:r>
        <w:t xml:space="preserve">keda nimetatakse edaspidi </w:t>
      </w:r>
      <w:r w:rsidR="001C6A82">
        <w:rPr>
          <w:b/>
        </w:rPr>
        <w:t>p</w:t>
      </w:r>
      <w:r w:rsidRPr="000F729C">
        <w:rPr>
          <w:b/>
        </w:rPr>
        <w:t>ool</w:t>
      </w:r>
      <w:r>
        <w:t xml:space="preserve"> või ühiselt </w:t>
      </w:r>
      <w:r w:rsidR="001C6A82">
        <w:rPr>
          <w:b/>
        </w:rPr>
        <w:t>p</w:t>
      </w:r>
      <w:r w:rsidRPr="000F729C">
        <w:rPr>
          <w:b/>
        </w:rPr>
        <w:t>ooled</w:t>
      </w:r>
      <w:r>
        <w:t>,</w:t>
      </w:r>
    </w:p>
    <w:p w14:paraId="5C4F3D4B" w14:textId="77777777" w:rsidR="00DF0979" w:rsidRDefault="00DF0979" w:rsidP="00DF0979">
      <w:pPr>
        <w:jc w:val="both"/>
      </w:pPr>
    </w:p>
    <w:p w14:paraId="66EF4361" w14:textId="77777777" w:rsidR="00DF0979" w:rsidRDefault="00DF0979" w:rsidP="00DF0979">
      <w:pPr>
        <w:jc w:val="both"/>
      </w:pPr>
      <w:r>
        <w:t xml:space="preserve">sõlmisid käesoleva kokkuleppe, edaspidi </w:t>
      </w:r>
      <w:r w:rsidR="001C6A82">
        <w:rPr>
          <w:b/>
        </w:rPr>
        <w:t>k</w:t>
      </w:r>
      <w:r w:rsidRPr="000F729C">
        <w:rPr>
          <w:b/>
        </w:rPr>
        <w:t>okkulepe</w:t>
      </w:r>
      <w:r w:rsidRPr="000F729C">
        <w:t xml:space="preserve">, </w:t>
      </w:r>
      <w:r>
        <w:t>alljärgnevas:</w:t>
      </w:r>
    </w:p>
    <w:p w14:paraId="03F8D7FA" w14:textId="77777777" w:rsidR="006E0908" w:rsidRDefault="006E0908" w:rsidP="00A04D3E">
      <w:pPr>
        <w:jc w:val="both"/>
      </w:pPr>
    </w:p>
    <w:p w14:paraId="7C824F55" w14:textId="77777777" w:rsidR="006E0908" w:rsidRPr="00BD6E1E" w:rsidRDefault="006E0908" w:rsidP="00BD6E1E">
      <w:pPr>
        <w:pStyle w:val="Pealkiri11"/>
        <w:rPr>
          <w:b/>
        </w:rPr>
      </w:pPr>
      <w:r w:rsidRPr="00BD6E1E">
        <w:rPr>
          <w:b/>
        </w:rPr>
        <w:t>Kokk</w:t>
      </w:r>
      <w:r w:rsidR="00F5725D" w:rsidRPr="00BD6E1E">
        <w:rPr>
          <w:b/>
        </w:rPr>
        <w:t>u</w:t>
      </w:r>
      <w:r w:rsidRPr="00BD6E1E">
        <w:rPr>
          <w:b/>
        </w:rPr>
        <w:t>leppe eesmärk</w:t>
      </w:r>
    </w:p>
    <w:p w14:paraId="31AB6D58" w14:textId="75C2327D" w:rsidR="00980D34" w:rsidRPr="008F2A98" w:rsidRDefault="00980D34" w:rsidP="00BD6E1E">
      <w:pPr>
        <w:pStyle w:val="Pealkiri21"/>
        <w:numPr>
          <w:ilvl w:val="0"/>
          <w:numId w:val="0"/>
        </w:numPr>
        <w:ind w:left="576"/>
      </w:pPr>
      <w:r w:rsidRPr="00A459F2">
        <w:t>Kokkuleppe eesmärgiks on tingimuste kokkuleppimine omanikule kuuluval</w:t>
      </w:r>
      <w:r w:rsidR="009B3CD8" w:rsidRPr="00A459F2">
        <w:t xml:space="preserve"> kinnisasjal nimetusega </w:t>
      </w:r>
      <w:r w:rsidR="00C73C27" w:rsidRPr="00C73C27">
        <w:tab/>
        <w:t>Killinge</w:t>
      </w:r>
      <w:r w:rsidR="009B3CD8" w:rsidRPr="00A459F2">
        <w:t xml:space="preserve"> (</w:t>
      </w:r>
      <w:r w:rsidR="00966C76" w:rsidRPr="00A459F2">
        <w:t>Valga maakond</w:t>
      </w:r>
      <w:r w:rsidR="009B3CD8" w:rsidRPr="00A459F2">
        <w:t xml:space="preserve">, </w:t>
      </w:r>
      <w:r w:rsidR="00966C76" w:rsidRPr="00A459F2">
        <w:t>Valga vald</w:t>
      </w:r>
      <w:r w:rsidR="009B3CD8" w:rsidRPr="00A459F2">
        <w:t xml:space="preserve"> ,</w:t>
      </w:r>
      <w:r w:rsidRPr="00A459F2">
        <w:t xml:space="preserve"> </w:t>
      </w:r>
      <w:r w:rsidR="00966C76" w:rsidRPr="00A459F2">
        <w:t>Killinge küla</w:t>
      </w:r>
      <w:r w:rsidR="009B3CD8" w:rsidRPr="00A459F2">
        <w:t>,</w:t>
      </w:r>
      <w:r w:rsidRPr="00A459F2">
        <w:t xml:space="preserve"> kinnistu registriosa number </w:t>
      </w:r>
      <w:r w:rsidR="00C73C27" w:rsidRPr="00C73C27">
        <w:t>1442940</w:t>
      </w:r>
      <w:r w:rsidRPr="00A459F2">
        <w:t xml:space="preserve">, katastritunnus </w:t>
      </w:r>
      <w:r w:rsidR="00C73C27" w:rsidRPr="00C73C27">
        <w:t>85501:001:0032</w:t>
      </w:r>
      <w:r w:rsidRPr="00A459F2">
        <w:t xml:space="preserve">, pindala </w:t>
      </w:r>
      <w:r w:rsidR="00C73C27" w:rsidRPr="00C73C27">
        <w:t>16.51</w:t>
      </w:r>
      <w:r w:rsidR="00C73C27" w:rsidRPr="00C73C27">
        <w:t xml:space="preserve"> </w:t>
      </w:r>
      <w:r w:rsidRPr="00A459F2">
        <w:t xml:space="preserve">ha, sihtotstarve </w:t>
      </w:r>
      <w:r w:rsidR="00A459F2" w:rsidRPr="00A459F2">
        <w:t>Maatulundusmaa 100%</w:t>
      </w:r>
      <w:r w:rsidRPr="00A459F2">
        <w:t xml:space="preserve">), edaspidi </w:t>
      </w:r>
      <w:r w:rsidRPr="00A459F2">
        <w:rPr>
          <w:b/>
        </w:rPr>
        <w:t>kinnistu,</w:t>
      </w:r>
      <w:r w:rsidRPr="00A459F2">
        <w:t xml:space="preserve"> asuva eratee kasutamiseks.</w:t>
      </w:r>
    </w:p>
    <w:p w14:paraId="2DD57EE5" w14:textId="77777777" w:rsidR="0006678D" w:rsidRDefault="0006678D" w:rsidP="00A04D3E">
      <w:pPr>
        <w:jc w:val="both"/>
      </w:pPr>
    </w:p>
    <w:p w14:paraId="7271F141" w14:textId="77777777" w:rsidR="0006678D" w:rsidRPr="00BD6E1E" w:rsidRDefault="0006678D" w:rsidP="00BD6E1E">
      <w:pPr>
        <w:pStyle w:val="Pealkiri11"/>
        <w:rPr>
          <w:b/>
        </w:rPr>
      </w:pPr>
      <w:r w:rsidRPr="00BD6E1E">
        <w:rPr>
          <w:b/>
        </w:rPr>
        <w:t>Kasutusõiguse tingimused</w:t>
      </w:r>
    </w:p>
    <w:p w14:paraId="18413131" w14:textId="77777777" w:rsidR="0006678D" w:rsidRPr="006C08F3" w:rsidRDefault="0006678D" w:rsidP="00BD6E1E">
      <w:pPr>
        <w:pStyle w:val="Pealkiri21"/>
      </w:pPr>
      <w:r w:rsidRPr="0006678D">
        <w:t xml:space="preserve">Kinnistu koormatakse isikliku kasutusõigusega selliselt, et </w:t>
      </w:r>
      <w:r w:rsidR="001C6A82">
        <w:t>k</w:t>
      </w:r>
      <w:r>
        <w:t xml:space="preserve">asutajal on õigus kasutada </w:t>
      </w:r>
      <w:r w:rsidR="001C6A82">
        <w:t>k</w:t>
      </w:r>
      <w:r>
        <w:t xml:space="preserve">innistut läbivat erateed </w:t>
      </w:r>
      <w:r w:rsidR="00D02482" w:rsidRPr="00D02482">
        <w:t>ja selle</w:t>
      </w:r>
      <w:r w:rsidR="00473D12">
        <w:t>l</w:t>
      </w:r>
      <w:r w:rsidR="00D02482" w:rsidRPr="00D02482">
        <w:t xml:space="preserve"> paiknevaid</w:t>
      </w:r>
      <w:r w:rsidRPr="00D02482">
        <w:t xml:space="preserve"> rajatis</w:t>
      </w:r>
      <w:r w:rsidR="00D02482" w:rsidRPr="00D02482">
        <w:t>i</w:t>
      </w:r>
      <w:r w:rsidR="00DF0979">
        <w:t xml:space="preserve">, </w:t>
      </w:r>
      <w:r>
        <w:t xml:space="preserve">edaspidi </w:t>
      </w:r>
      <w:r w:rsidR="001C6A82" w:rsidRPr="00BD6E1E">
        <w:rPr>
          <w:b/>
        </w:rPr>
        <w:t>k</w:t>
      </w:r>
      <w:r w:rsidRPr="00BD6E1E">
        <w:rPr>
          <w:b/>
        </w:rPr>
        <w:t>asutusõiguse ala</w:t>
      </w:r>
      <w:r w:rsidR="00D02482" w:rsidRPr="00DF0979">
        <w:t>.</w:t>
      </w:r>
      <w:r w:rsidR="00D02482">
        <w:t xml:space="preserve"> </w:t>
      </w:r>
      <w:r w:rsidR="00D02482" w:rsidRPr="006C08F3">
        <w:t>Skeem</w:t>
      </w:r>
      <w:r w:rsidRPr="006C08F3">
        <w:t xml:space="preserve"> kasutusõiguse ala paiknemise kohta on lisatud </w:t>
      </w:r>
      <w:r w:rsidR="001C6A82" w:rsidRPr="006C08F3">
        <w:t>k</w:t>
      </w:r>
      <w:r w:rsidRPr="006C08F3">
        <w:t xml:space="preserve">okkuleppele. </w:t>
      </w:r>
    </w:p>
    <w:p w14:paraId="1808F1E8" w14:textId="52CD6D55" w:rsidR="008C7D51" w:rsidRPr="00496927" w:rsidRDefault="0006678D" w:rsidP="00980D34">
      <w:pPr>
        <w:pStyle w:val="Pealkiri21"/>
      </w:pPr>
      <w:r w:rsidRPr="008F2A98">
        <w:t>Kasutusõiguse ala pikkus</w:t>
      </w:r>
      <w:r w:rsidR="008F2A98" w:rsidRPr="008F2A98">
        <w:t xml:space="preserve"> </w:t>
      </w:r>
      <w:r w:rsidR="00A459F2">
        <w:t>Killinge-Uniküla tee</w:t>
      </w:r>
      <w:r w:rsidR="00980D34">
        <w:t xml:space="preserve"> on </w:t>
      </w:r>
      <w:r w:rsidR="00212CC3">
        <w:t>326</w:t>
      </w:r>
      <w:r w:rsidR="00D34BC5">
        <w:t xml:space="preserve"> </w:t>
      </w:r>
      <w:r w:rsidRPr="008F2A98">
        <w:t>meetrit</w:t>
      </w:r>
      <w:r w:rsidR="00473D12">
        <w:t xml:space="preserve">. </w:t>
      </w:r>
      <w:r w:rsidR="00907D20" w:rsidRPr="00BD6E1E">
        <w:rPr>
          <w:b/>
          <w:i/>
        </w:rPr>
        <w:t xml:space="preserve"> </w:t>
      </w:r>
    </w:p>
    <w:p w14:paraId="2A35013D" w14:textId="77777777" w:rsidR="0006678D" w:rsidRPr="00BD6E1E" w:rsidRDefault="0006678D" w:rsidP="00BD6E1E">
      <w:pPr>
        <w:pStyle w:val="Pealkiri21"/>
      </w:pPr>
      <w:r>
        <w:t xml:space="preserve">Kasutajal </w:t>
      </w:r>
      <w:r w:rsidR="00E63EF5">
        <w:t xml:space="preserve">on õigus </w:t>
      </w:r>
      <w:r w:rsidR="001C6A82">
        <w:t>k</w:t>
      </w:r>
      <w:r w:rsidR="00E63EF5">
        <w:t xml:space="preserve">asutusõiguse ala tasuta kasutada </w:t>
      </w:r>
      <w:r>
        <w:t xml:space="preserve">ööpäevaringselt kõikide sõidukite ja tehnikaga, sealhulgas </w:t>
      </w:r>
      <w:r w:rsidR="00F5725D" w:rsidRPr="00BD6E1E">
        <w:t>metsaveotraktorite ja metsaveokitega.</w:t>
      </w:r>
    </w:p>
    <w:p w14:paraId="4E7D3E3A" w14:textId="6FE26AE2" w:rsidR="00473D12" w:rsidRPr="00BD6E1E" w:rsidRDefault="00F5725D" w:rsidP="00BD6E1E">
      <w:pPr>
        <w:pStyle w:val="Pealkiri21"/>
      </w:pPr>
      <w:r w:rsidRPr="00BD6E1E">
        <w:t xml:space="preserve">Isiklik kasutusõigus seatakse </w:t>
      </w:r>
      <w:r w:rsidR="001C6A82" w:rsidRPr="00BD6E1E">
        <w:t>k</w:t>
      </w:r>
      <w:r w:rsidRPr="00BD6E1E">
        <w:t xml:space="preserve">asutaja </w:t>
      </w:r>
      <w:r w:rsidR="008221EE" w:rsidRPr="00BD6E1E">
        <w:t xml:space="preserve">kasuks </w:t>
      </w:r>
      <w:sdt>
        <w:sdtPr>
          <w:id w:val="-189151537"/>
          <w:placeholder>
            <w:docPart w:val="75174A714EC94220908F0C8EE6DC11A0"/>
          </w:placeholder>
          <w:comboBox>
            <w:listItem w:displayText=" " w:value=" "/>
            <w:listItem w:displayText="tähtajatult" w:value="tähtajatult"/>
            <w:listItem w:displayText="tähtajaliselt" w:value="tähtajaliselt"/>
          </w:comboBox>
        </w:sdtPr>
        <w:sdtContent>
          <w:r w:rsidR="006C08F3">
            <w:t>tähtajatult</w:t>
          </w:r>
        </w:sdtContent>
      </w:sdt>
      <w:r w:rsidR="00496927" w:rsidRPr="00BD6E1E">
        <w:t>.</w:t>
      </w:r>
    </w:p>
    <w:p w14:paraId="35C91255" w14:textId="77777777" w:rsidR="00D732C2" w:rsidRDefault="00D732C2" w:rsidP="00A04D3E">
      <w:pPr>
        <w:jc w:val="both"/>
      </w:pPr>
    </w:p>
    <w:p w14:paraId="7DD129DB" w14:textId="77777777" w:rsidR="00D732C2" w:rsidRPr="00BD6E1E" w:rsidRDefault="00D732C2" w:rsidP="00BD6E1E">
      <w:pPr>
        <w:pStyle w:val="Pealkiri11"/>
        <w:rPr>
          <w:b/>
        </w:rPr>
      </w:pPr>
      <w:r w:rsidRPr="00BD6E1E">
        <w:rPr>
          <w:b/>
        </w:rPr>
        <w:t>Kasutaja õigused ja k</w:t>
      </w:r>
      <w:r w:rsidRPr="00970C7A">
        <w:rPr>
          <w:b/>
        </w:rPr>
        <w:t>ohu</w:t>
      </w:r>
      <w:r w:rsidR="002D0547" w:rsidRPr="00970C7A">
        <w:rPr>
          <w:b/>
        </w:rPr>
        <w:t>s</w:t>
      </w:r>
      <w:r w:rsidRPr="00970C7A">
        <w:rPr>
          <w:b/>
        </w:rPr>
        <w:t>tused</w:t>
      </w:r>
    </w:p>
    <w:p w14:paraId="5C3FB4BD" w14:textId="77777777" w:rsidR="00D732C2" w:rsidRDefault="00D732C2" w:rsidP="00BD6E1E">
      <w:pPr>
        <w:pStyle w:val="Pealkiri21"/>
      </w:pPr>
      <w:r>
        <w:t xml:space="preserve">Kasutajal on õigus </w:t>
      </w:r>
      <w:r w:rsidR="009556DF">
        <w:t>k</w:t>
      </w:r>
      <w:r w:rsidR="00F5725D">
        <w:t>asutusõiguse ala kasutada sihipäraselt ning teostada oma vahenditega kõiki töid, mis on vajalikud kasutusõiguse ala rekonstrueerimiseks, korrashoiuks, hooldamiseks ja kasutamiseks.</w:t>
      </w:r>
      <w:r w:rsidRPr="00D732C2">
        <w:t xml:space="preserve"> </w:t>
      </w:r>
    </w:p>
    <w:p w14:paraId="13058C02" w14:textId="77777777" w:rsidR="00D732C2" w:rsidRDefault="00D732C2" w:rsidP="00BD6E1E">
      <w:pPr>
        <w:pStyle w:val="Pealkiri21"/>
      </w:pPr>
      <w:r>
        <w:t>Kasutaja kohustub:</w:t>
      </w:r>
    </w:p>
    <w:p w14:paraId="56D8D7EE" w14:textId="77777777" w:rsidR="00EA05D5" w:rsidRDefault="00EA05D5" w:rsidP="00BD6E1E">
      <w:pPr>
        <w:pStyle w:val="Pealkiri31"/>
      </w:pPr>
      <w:r>
        <w:t xml:space="preserve">tagama </w:t>
      </w:r>
      <w:r w:rsidR="009556DF">
        <w:t>k</w:t>
      </w:r>
      <w:r>
        <w:t xml:space="preserve">asutusõiguse ala hoolduse ja korrashoiu; </w:t>
      </w:r>
    </w:p>
    <w:p w14:paraId="57E0AFEF" w14:textId="77777777" w:rsidR="00D732C2" w:rsidRDefault="00D732C2" w:rsidP="00BD6E1E">
      <w:pPr>
        <w:pStyle w:val="Pealkiri31"/>
      </w:pPr>
      <w:r>
        <w:t xml:space="preserve">tagama, et isikliku kasutusõiguse teostamisest ei tekiks kahju ega kahjulikke mõjutusi keskkonnale ega </w:t>
      </w:r>
      <w:r w:rsidR="009556DF">
        <w:t>k</w:t>
      </w:r>
      <w:r>
        <w:t>asutusõiguse alale;</w:t>
      </w:r>
    </w:p>
    <w:p w14:paraId="61CA41EF" w14:textId="77777777" w:rsidR="00D732C2" w:rsidRDefault="00D732C2" w:rsidP="00BD6E1E">
      <w:pPr>
        <w:pStyle w:val="Pealkiri31"/>
      </w:pPr>
      <w:r>
        <w:t xml:space="preserve">tagama, et </w:t>
      </w:r>
      <w:r w:rsidR="009556DF">
        <w:t>k</w:t>
      </w:r>
      <w:r>
        <w:t xml:space="preserve">okkuleppe lõppemisel oleks </w:t>
      </w:r>
      <w:r w:rsidR="009556DF">
        <w:t>k</w:t>
      </w:r>
      <w:r>
        <w:t xml:space="preserve">asutusõiguse ala </w:t>
      </w:r>
      <w:r w:rsidR="009556DF">
        <w:t>k</w:t>
      </w:r>
      <w:r>
        <w:t>okkuleppe kohase</w:t>
      </w:r>
      <w:r w:rsidR="00E80961">
        <w:t>le</w:t>
      </w:r>
      <w:r>
        <w:t xml:space="preserve"> kasutamisele vastavas </w:t>
      </w:r>
      <w:r w:rsidR="00E80961">
        <w:t>seisundis;</w:t>
      </w:r>
    </w:p>
    <w:p w14:paraId="27504D0F" w14:textId="77777777" w:rsidR="00E80961" w:rsidRDefault="00E80961" w:rsidP="00BD6E1E">
      <w:pPr>
        <w:pStyle w:val="Pealkiri31"/>
      </w:pPr>
      <w:r>
        <w:t>tasuma isikliku kasutusõiguse seadmisel tasumisele kuulu</w:t>
      </w:r>
      <w:r w:rsidR="00272183">
        <w:t>va notari tasu ja riigilõivu;</w:t>
      </w:r>
    </w:p>
    <w:p w14:paraId="4EA90D1E" w14:textId="77777777" w:rsidR="00272183" w:rsidRDefault="00473D12" w:rsidP="00BD6E1E">
      <w:pPr>
        <w:pStyle w:val="Pealkiri31"/>
      </w:pPr>
      <w:r w:rsidRPr="00473D12">
        <w:lastRenderedPageBreak/>
        <w:t>kooskõlas</w:t>
      </w:r>
      <w:r w:rsidR="00272183" w:rsidRPr="00473D12">
        <w:t xml:space="preserve">tama </w:t>
      </w:r>
      <w:r w:rsidR="009556DF">
        <w:t>o</w:t>
      </w:r>
      <w:r w:rsidRPr="00473D12">
        <w:t>manikuga projekteerimisprotsessis</w:t>
      </w:r>
      <w:r w:rsidR="008F2A98" w:rsidRPr="00473D12">
        <w:t xml:space="preserve"> </w:t>
      </w:r>
      <w:r w:rsidR="009556DF">
        <w:t>k</w:t>
      </w:r>
      <w:r w:rsidR="00272183" w:rsidRPr="00473D12">
        <w:t xml:space="preserve">asutusõiguse alaga seonduvate </w:t>
      </w:r>
      <w:r w:rsidR="008F2A98" w:rsidRPr="00D420B1">
        <w:t>tee-ehitus-</w:t>
      </w:r>
      <w:r w:rsidR="008F2A98" w:rsidRPr="00473D12">
        <w:t xml:space="preserve"> või maaparandustööde</w:t>
      </w:r>
      <w:r w:rsidR="00272183" w:rsidRPr="00473D12">
        <w:t xml:space="preserve"> projektdokument</w:t>
      </w:r>
      <w:r w:rsidR="008F2A98" w:rsidRPr="00473D12">
        <w:t>at</w:t>
      </w:r>
      <w:r w:rsidR="00272183" w:rsidRPr="00473D12">
        <w:t>siooni.</w:t>
      </w:r>
      <w:r w:rsidR="00272183">
        <w:t xml:space="preserve"> </w:t>
      </w:r>
    </w:p>
    <w:p w14:paraId="46691B7A" w14:textId="77777777" w:rsidR="00E80961" w:rsidRPr="00E80961" w:rsidRDefault="00E80961" w:rsidP="00A04D3E">
      <w:pPr>
        <w:jc w:val="both"/>
        <w:rPr>
          <w:b/>
        </w:rPr>
      </w:pPr>
    </w:p>
    <w:p w14:paraId="49500085" w14:textId="77777777" w:rsidR="00E80961" w:rsidRPr="00BD6E1E" w:rsidRDefault="00E80961" w:rsidP="00BD6E1E">
      <w:pPr>
        <w:pStyle w:val="Pealkiri11"/>
        <w:rPr>
          <w:b/>
        </w:rPr>
      </w:pPr>
      <w:r w:rsidRPr="00BD6E1E">
        <w:rPr>
          <w:b/>
        </w:rPr>
        <w:t>Omaniku õigused ja kohustused</w:t>
      </w:r>
    </w:p>
    <w:p w14:paraId="1D30C90F" w14:textId="77777777" w:rsidR="00EA05D5" w:rsidRPr="00EA05D5" w:rsidRDefault="00EA05D5" w:rsidP="00BD6E1E">
      <w:pPr>
        <w:pStyle w:val="Pealkiri21"/>
      </w:pPr>
      <w:r w:rsidRPr="00EA05D5">
        <w:t xml:space="preserve">Omanikul on õigus teha </w:t>
      </w:r>
      <w:r w:rsidR="009556DF">
        <w:t>k</w:t>
      </w:r>
      <w:r w:rsidRPr="00EA05D5">
        <w:t>asutajale ettepanekuid va</w:t>
      </w:r>
      <w:r>
        <w:t>jalik</w:t>
      </w:r>
      <w:r w:rsidRPr="00EA05D5">
        <w:t xml:space="preserve">el juhtudel </w:t>
      </w:r>
      <w:r w:rsidR="009556DF">
        <w:t>k</w:t>
      </w:r>
      <w:r w:rsidRPr="00EA05D5">
        <w:t>a</w:t>
      </w:r>
      <w:r>
        <w:t>sutu</w:t>
      </w:r>
      <w:r w:rsidRPr="00EA05D5">
        <w:t>sõigus</w:t>
      </w:r>
      <w:r>
        <w:t xml:space="preserve">e </w:t>
      </w:r>
      <w:r w:rsidRPr="00EA05D5">
        <w:t>ala ajutiseks piiramis</w:t>
      </w:r>
      <w:r>
        <w:t>e</w:t>
      </w:r>
      <w:r w:rsidR="00A773AA">
        <w:t>ks</w:t>
      </w:r>
      <w:r w:rsidRPr="00EA05D5">
        <w:t xml:space="preserve"> või sulgemiseks</w:t>
      </w:r>
      <w:r w:rsidR="008221EE">
        <w:t>,</w:t>
      </w:r>
      <w:r>
        <w:t xml:space="preserve"> teatades sellisest vajadusest telefoni teel </w:t>
      </w:r>
      <w:r w:rsidR="008221EE">
        <w:t xml:space="preserve">või e-postiga </w:t>
      </w:r>
      <w:r w:rsidR="009556DF">
        <w:t>k</w:t>
      </w:r>
      <w:r w:rsidR="008221EE">
        <w:t xml:space="preserve">asutajale ette 10 </w:t>
      </w:r>
      <w:r w:rsidR="006112FC">
        <w:t xml:space="preserve">(kümme) </w:t>
      </w:r>
      <w:r>
        <w:t>päeva.</w:t>
      </w:r>
    </w:p>
    <w:p w14:paraId="739DF6A6" w14:textId="77777777" w:rsidR="00E80961" w:rsidRPr="00EA05D5" w:rsidRDefault="00F5725D" w:rsidP="00BD6E1E">
      <w:pPr>
        <w:pStyle w:val="Pealkiri21"/>
      </w:pPr>
      <w:r w:rsidRPr="00EA05D5">
        <w:t>Omanik kohustub</w:t>
      </w:r>
      <w:r w:rsidR="008221EE">
        <w:t>:</w:t>
      </w:r>
      <w:r w:rsidRPr="00EA05D5">
        <w:t xml:space="preserve"> </w:t>
      </w:r>
    </w:p>
    <w:p w14:paraId="0E0C32F9" w14:textId="77777777" w:rsidR="00EF73CE" w:rsidRPr="00BD6E1E" w:rsidRDefault="00EA05D5" w:rsidP="00BD6E1E">
      <w:pPr>
        <w:pStyle w:val="Pealkiri31"/>
        <w:rPr>
          <w:b/>
          <w:i/>
        </w:rPr>
      </w:pPr>
      <w:r>
        <w:t>m</w:t>
      </w:r>
      <w:r w:rsidR="00F5725D">
        <w:t xml:space="preserve">itte tegema takistusi </w:t>
      </w:r>
      <w:r w:rsidR="009556DF">
        <w:t>k</w:t>
      </w:r>
      <w:r w:rsidR="00F5725D">
        <w:t xml:space="preserve">asutusõiguse </w:t>
      </w:r>
      <w:r w:rsidR="00E80961">
        <w:t>ala haldamiseks ja kasutamiseks, sealhulgas eratee k</w:t>
      </w:r>
      <w:r w:rsidR="00E80961" w:rsidRPr="00E61D1A">
        <w:t xml:space="preserve">asutamiseks ja metsamaterjali ladustamiseks </w:t>
      </w:r>
      <w:r w:rsidR="009556DF">
        <w:t>o</w:t>
      </w:r>
      <w:r w:rsidR="00E80961" w:rsidRPr="00E61D1A">
        <w:t>manikuga eelnevalt</w:t>
      </w:r>
      <w:r w:rsidR="008F2A98" w:rsidRPr="00E61D1A">
        <w:t xml:space="preserve"> kokkulepitud kohta</w:t>
      </w:r>
      <w:r w:rsidR="008F2A98" w:rsidRPr="00BD6E1E">
        <w:rPr>
          <w:b/>
        </w:rPr>
        <w:t xml:space="preserve">. </w:t>
      </w:r>
    </w:p>
    <w:p w14:paraId="050C26E5" w14:textId="77777777" w:rsidR="00F5725D" w:rsidRDefault="00F5725D" w:rsidP="00BD6E1E">
      <w:pPr>
        <w:pStyle w:val="Pealkiri31"/>
      </w:pPr>
      <w:r>
        <w:t xml:space="preserve">tagama </w:t>
      </w:r>
      <w:r w:rsidR="009556DF">
        <w:t>k</w:t>
      </w:r>
      <w:r>
        <w:t xml:space="preserve">asutajale </w:t>
      </w:r>
      <w:r w:rsidR="009556DF">
        <w:t>k</w:t>
      </w:r>
      <w:r>
        <w:t>asutusõiguse ala takistamatu kasutamise</w:t>
      </w:r>
      <w:r w:rsidR="00EF73CE">
        <w:t xml:space="preserve"> vastavalt </w:t>
      </w:r>
      <w:r w:rsidR="00D420B1">
        <w:t>kokkuleppe</w:t>
      </w:r>
      <w:r w:rsidR="00E80961">
        <w:t xml:space="preserve"> tingimustele;</w:t>
      </w:r>
    </w:p>
    <w:p w14:paraId="3E3CC7A7" w14:textId="77777777" w:rsidR="00F5725D" w:rsidRDefault="00F5725D" w:rsidP="00BD6E1E">
      <w:pPr>
        <w:pStyle w:val="Pealkiri31"/>
      </w:pPr>
      <w:r>
        <w:t xml:space="preserve">kasutama </w:t>
      </w:r>
      <w:r w:rsidR="009556DF">
        <w:t>k</w:t>
      </w:r>
      <w:r>
        <w:t>asutusõiguse ala heaperemehelikult ja tagama, e</w:t>
      </w:r>
      <w:r w:rsidR="00D91E95">
        <w:t>t</w:t>
      </w:r>
      <w:r>
        <w:t xml:space="preserve"> tema tegevusest ei tekiks </w:t>
      </w:r>
      <w:r w:rsidR="009556DF">
        <w:t>k</w:t>
      </w:r>
      <w:r>
        <w:t>asutusõiguse alale kahju ega kahjulikke mõjutusi keskkonnale</w:t>
      </w:r>
      <w:r w:rsidR="008221EE">
        <w:t>;</w:t>
      </w:r>
    </w:p>
    <w:p w14:paraId="3CC42ECE" w14:textId="77777777" w:rsidR="00E80961" w:rsidRDefault="00D91E95" w:rsidP="00BD6E1E">
      <w:pPr>
        <w:pStyle w:val="Pealkiri31"/>
      </w:pPr>
      <w:r>
        <w:t xml:space="preserve">teatama </w:t>
      </w:r>
      <w:r w:rsidR="009556DF">
        <w:t>k</w:t>
      </w:r>
      <w:r>
        <w:t xml:space="preserve">asutajale </w:t>
      </w:r>
      <w:r w:rsidR="00EA05D5">
        <w:t>kirjalikult posti või e-posti teel</w:t>
      </w:r>
      <w:r w:rsidR="005F45CF">
        <w:t xml:space="preserve"> </w:t>
      </w:r>
      <w:r w:rsidR="009556DF">
        <w:t>k</w:t>
      </w:r>
      <w:r w:rsidR="005F45CF">
        <w:t xml:space="preserve">innistu võõrandamisest, samuti kolmandate isikute õigustest </w:t>
      </w:r>
      <w:r w:rsidR="009556DF">
        <w:t>k</w:t>
      </w:r>
      <w:r w:rsidR="005F45CF">
        <w:t>asutusõiguse alale ühe kuu jooksul ala</w:t>
      </w:r>
      <w:r w:rsidR="008221EE">
        <w:t>tes vastava lepingu sõlmimisest;</w:t>
      </w:r>
      <w:r w:rsidR="005F45CF">
        <w:t xml:space="preserve"> </w:t>
      </w:r>
    </w:p>
    <w:p w14:paraId="4D446635" w14:textId="77777777" w:rsidR="00BF47E9" w:rsidRDefault="00E80961" w:rsidP="00BD6E1E">
      <w:pPr>
        <w:pStyle w:val="Pealkiri31"/>
      </w:pPr>
      <w:r>
        <w:t xml:space="preserve">garanteerima, </w:t>
      </w:r>
      <w:r w:rsidR="00F5725D">
        <w:t xml:space="preserve">et kui </w:t>
      </w:r>
      <w:r w:rsidR="009556DF">
        <w:t>k</w:t>
      </w:r>
      <w:r w:rsidR="00F5725D">
        <w:t xml:space="preserve">innistu võõrandatakse kolmandatele isikutele ja/või koormatakse asjaõigusega kolmanda isiku kasuks, kohustub ta </w:t>
      </w:r>
      <w:r w:rsidR="009556DF">
        <w:t>k</w:t>
      </w:r>
      <w:r w:rsidR="00F5725D">
        <w:t xml:space="preserve">okkuleppes sisalduvad õigused ja kohustuse üle andma ostjale ning informeerima ostjat või isikuid, kelle kasuks </w:t>
      </w:r>
      <w:r w:rsidR="009556DF">
        <w:t>k</w:t>
      </w:r>
      <w:r w:rsidR="00F5725D">
        <w:t xml:space="preserve">innistu </w:t>
      </w:r>
      <w:r w:rsidR="00AA1E7E">
        <w:t xml:space="preserve">asjaõigusega </w:t>
      </w:r>
      <w:r w:rsidR="00F5725D">
        <w:t>koormatakse</w:t>
      </w:r>
      <w:r w:rsidR="00AA1E7E">
        <w:t xml:space="preserve">, </w:t>
      </w:r>
      <w:r w:rsidR="009556DF">
        <w:t>k</w:t>
      </w:r>
      <w:r w:rsidR="00AA1E7E">
        <w:t>okkulep</w:t>
      </w:r>
      <w:r>
        <w:t>pe olemasolust. L</w:t>
      </w:r>
      <w:r w:rsidR="00AA1E7E">
        <w:t xml:space="preserve">eping, millega </w:t>
      </w:r>
      <w:r w:rsidR="009556DF">
        <w:t>k</w:t>
      </w:r>
      <w:r w:rsidR="00AA1E7E">
        <w:t xml:space="preserve">innistu võõrandatakse või seatakse sellele hüpoteek või koormatakse see asja- või muude õigustega mistahes muul viisil, peab sisaldama sätet, mille alusel tunnustatakse isikliku kasutusõiguse olemasolu vastavalt </w:t>
      </w:r>
      <w:r w:rsidR="009556DF">
        <w:t>k</w:t>
      </w:r>
      <w:r w:rsidR="00AA1E7E">
        <w:t xml:space="preserve">okkuleppe tingimustele ning </w:t>
      </w:r>
      <w:r>
        <w:t xml:space="preserve">lepinguga ei tohi </w:t>
      </w:r>
      <w:r w:rsidR="009556DF">
        <w:t>k</w:t>
      </w:r>
      <w:r>
        <w:t>asutaja õigusi ei kahjustada, muuta ega mõjutada;</w:t>
      </w:r>
    </w:p>
    <w:p w14:paraId="5411E322" w14:textId="77777777" w:rsidR="005F45CF" w:rsidRPr="00E61D1A" w:rsidRDefault="00E61D1A" w:rsidP="00BD6E1E">
      <w:pPr>
        <w:pStyle w:val="Pealkiri31"/>
      </w:pPr>
      <w:r w:rsidRPr="00E61D1A">
        <w:t xml:space="preserve">tasuma jätkuvalt </w:t>
      </w:r>
      <w:r w:rsidR="009556DF">
        <w:t>k</w:t>
      </w:r>
      <w:r w:rsidRPr="00E61D1A">
        <w:t>asutusõiguse ala maamaksu.</w:t>
      </w:r>
    </w:p>
    <w:p w14:paraId="4D436E0F" w14:textId="77777777" w:rsidR="00445480" w:rsidRPr="005F45CF" w:rsidRDefault="00445480" w:rsidP="00A04D3E">
      <w:pPr>
        <w:jc w:val="both"/>
        <w:rPr>
          <w:b/>
        </w:rPr>
      </w:pPr>
    </w:p>
    <w:p w14:paraId="2EE22611" w14:textId="77777777" w:rsidR="00B43F72" w:rsidRPr="00BD6E1E" w:rsidRDefault="00B43F72" w:rsidP="00BD6E1E">
      <w:pPr>
        <w:pStyle w:val="Pealkiri11"/>
        <w:rPr>
          <w:b/>
        </w:rPr>
      </w:pPr>
      <w:r w:rsidRPr="00BD6E1E">
        <w:rPr>
          <w:b/>
        </w:rPr>
        <w:t>Kokkuleppe kehtivus</w:t>
      </w:r>
    </w:p>
    <w:p w14:paraId="34DB343E" w14:textId="77777777" w:rsidR="00C43953" w:rsidRDefault="00B43F72" w:rsidP="00BD6E1E">
      <w:pPr>
        <w:pStyle w:val="Pealkiri21"/>
      </w:pPr>
      <w:r w:rsidRPr="00473D12">
        <w:t>K</w:t>
      </w:r>
      <w:r w:rsidR="00BF47E9" w:rsidRPr="00473D12">
        <w:t xml:space="preserve">okkulepe kehtib kuni </w:t>
      </w:r>
      <w:r w:rsidR="009556DF">
        <w:t>k</w:t>
      </w:r>
      <w:r w:rsidR="00BF47E9" w:rsidRPr="00473D12">
        <w:t xml:space="preserve">innistu koormamiseni isikliku kasutusõigusega </w:t>
      </w:r>
      <w:r w:rsidR="009556DF">
        <w:t>k</w:t>
      </w:r>
      <w:r w:rsidR="00BF47E9" w:rsidRPr="00473D12">
        <w:t>asutaja kasuks, s.t sellekohase kande tegemisega kinnistusregistrisse.</w:t>
      </w:r>
    </w:p>
    <w:p w14:paraId="586FEEBC" w14:textId="77777777" w:rsidR="00BF47E9" w:rsidRDefault="00BF47E9" w:rsidP="00BD6E1E">
      <w:pPr>
        <w:pStyle w:val="Pealkiri21"/>
      </w:pPr>
      <w:r>
        <w:t xml:space="preserve">Kokkuleppe täitmise </w:t>
      </w:r>
      <w:r w:rsidR="00F07B17">
        <w:t>enne punktis 5.1</w:t>
      </w:r>
      <w:r w:rsidR="00EA05D5">
        <w:t xml:space="preserve">. nimetatud kande tegemist </w:t>
      </w:r>
      <w:r>
        <w:t xml:space="preserve">võib lõpetada </w:t>
      </w:r>
      <w:r w:rsidR="009556DF">
        <w:t>p</w:t>
      </w:r>
      <w:r>
        <w:t>oolte kokkuleppel.</w:t>
      </w:r>
    </w:p>
    <w:p w14:paraId="592695AF" w14:textId="77777777" w:rsidR="00BF47E9" w:rsidRDefault="00BF47E9" w:rsidP="00BD6E1E">
      <w:pPr>
        <w:pStyle w:val="Pealkiri21"/>
      </w:pPr>
      <w:r>
        <w:t xml:space="preserve">Kasutajal on õigus nõuda </w:t>
      </w:r>
      <w:r w:rsidR="009556DF">
        <w:t>k</w:t>
      </w:r>
      <w:r>
        <w:t xml:space="preserve">okkuleppe täitmise lõpetamist, kui </w:t>
      </w:r>
      <w:r w:rsidR="009556DF">
        <w:t>o</w:t>
      </w:r>
      <w:r>
        <w:t xml:space="preserve">manik ei täida </w:t>
      </w:r>
      <w:r w:rsidR="009556DF">
        <w:t>k</w:t>
      </w:r>
      <w:r>
        <w:t>okkuleppest tulenevaid tingimusi, mille tulemu</w:t>
      </w:r>
      <w:r w:rsidR="00F07B17">
        <w:t xml:space="preserve">sena on takistatud </w:t>
      </w:r>
      <w:r w:rsidR="009556DF">
        <w:t>k</w:t>
      </w:r>
      <w:r w:rsidR="00F07B17">
        <w:t xml:space="preserve">asutusõiguse ala </w:t>
      </w:r>
      <w:r>
        <w:t xml:space="preserve">kasutamine </w:t>
      </w:r>
      <w:r w:rsidR="009556DF">
        <w:t>k</w:t>
      </w:r>
      <w:r>
        <w:t xml:space="preserve">asutaja poolt vastavalt </w:t>
      </w:r>
      <w:r w:rsidR="009556DF">
        <w:t>k</w:t>
      </w:r>
      <w:r>
        <w:t xml:space="preserve">okkuleppe tingimustele. </w:t>
      </w:r>
    </w:p>
    <w:p w14:paraId="3849504A" w14:textId="77777777" w:rsidR="00EF73CE" w:rsidRDefault="00EF73CE" w:rsidP="00EF73CE">
      <w:pPr>
        <w:jc w:val="both"/>
      </w:pPr>
    </w:p>
    <w:p w14:paraId="6F99E811" w14:textId="77777777" w:rsidR="00EF73CE" w:rsidRPr="00BD6E1E" w:rsidRDefault="00EF73CE" w:rsidP="00BD6E1E">
      <w:pPr>
        <w:pStyle w:val="Pealkiri11"/>
        <w:rPr>
          <w:b/>
        </w:rPr>
      </w:pPr>
      <w:r w:rsidRPr="00BD6E1E">
        <w:rPr>
          <w:b/>
        </w:rPr>
        <w:t>Poolte esindajad ja kontaktandmed</w:t>
      </w:r>
    </w:p>
    <w:p w14:paraId="7E68D56C" w14:textId="4ED93821" w:rsidR="00EF73CE" w:rsidRDefault="00EF73CE" w:rsidP="00BD6E1E">
      <w:pPr>
        <w:pStyle w:val="Pealkiri21"/>
        <w:rPr>
          <w:spacing w:val="-3"/>
        </w:rPr>
      </w:pPr>
      <w:r>
        <w:t>Kasutaja</w:t>
      </w:r>
      <w:r w:rsidRPr="00185D39">
        <w:t xml:space="preserve"> esindaja on RMK </w:t>
      </w:r>
      <w:r w:rsidR="006C08F3">
        <w:rPr>
          <w:rFonts w:eastAsia="Calibri"/>
        </w:rPr>
        <w:t xml:space="preserve">Valgamaa metsaülem </w:t>
      </w:r>
      <w:r>
        <w:t xml:space="preserve">tel </w:t>
      </w:r>
      <w:r w:rsidR="006C08F3">
        <w:t xml:space="preserve">5130147 </w:t>
      </w:r>
      <w:r>
        <w:t xml:space="preserve">e-post </w:t>
      </w:r>
      <w:hyperlink r:id="rId7" w:history="1">
        <w:r w:rsidR="006C08F3" w:rsidRPr="00C8053E">
          <w:rPr>
            <w:rStyle w:val="Hyperlink"/>
            <w:spacing w:val="-3"/>
          </w:rPr>
          <w:t>Risto.Sepp@rmk.ee</w:t>
        </w:r>
      </w:hyperlink>
      <w:r w:rsidR="006C08F3">
        <w:rPr>
          <w:spacing w:val="-3"/>
        </w:rPr>
        <w:t xml:space="preserve"> </w:t>
      </w:r>
    </w:p>
    <w:p w14:paraId="16D09D2D" w14:textId="75F5C5FD" w:rsidR="00BF47E9" w:rsidRDefault="00EF73CE" w:rsidP="00BD6E1E">
      <w:pPr>
        <w:pStyle w:val="Pealkiri21"/>
        <w:rPr>
          <w:spacing w:val="-3"/>
        </w:rPr>
      </w:pPr>
      <w:r>
        <w:t xml:space="preserve">Omaniku esindaja on </w:t>
      </w:r>
      <w:r w:rsidR="009B5BB1" w:rsidRPr="009B5BB1">
        <w:rPr>
          <w:rFonts w:eastAsia="Calibri"/>
        </w:rPr>
        <w:t xml:space="preserve">Anti Rallman </w:t>
      </w:r>
      <w:r>
        <w:t xml:space="preserve">tel </w:t>
      </w:r>
      <w:r w:rsidR="009B5BB1" w:rsidRPr="009B5BB1">
        <w:t>5160496</w:t>
      </w:r>
      <w:r w:rsidR="00AA7655">
        <w:t xml:space="preserve"> </w:t>
      </w:r>
      <w:r w:rsidR="006C08F3" w:rsidRPr="006C08F3">
        <w:t xml:space="preserve"> </w:t>
      </w:r>
      <w:r>
        <w:t xml:space="preserve">e-post </w:t>
      </w:r>
      <w:hyperlink r:id="rId8" w:history="1">
        <w:r w:rsidR="009B5BB1" w:rsidRPr="00B30645">
          <w:rPr>
            <w:rStyle w:val="Hyperlink"/>
            <w:spacing w:val="-3"/>
          </w:rPr>
          <w:t>ant</w:t>
        </w:r>
        <w:r w:rsidR="009B5BB1" w:rsidRPr="00B30645">
          <w:rPr>
            <w:rStyle w:val="Hyperlink"/>
            <w:spacing w:val="-3"/>
          </w:rPr>
          <w:t>i</w:t>
        </w:r>
        <w:r w:rsidR="009B5BB1" w:rsidRPr="00B30645">
          <w:rPr>
            <w:rStyle w:val="Hyperlink"/>
            <w:spacing w:val="-3"/>
          </w:rPr>
          <w:t>@metsatervenduse.ee</w:t>
        </w:r>
      </w:hyperlink>
      <w:r w:rsidR="009B5BB1">
        <w:rPr>
          <w:spacing w:val="-3"/>
        </w:rPr>
        <w:t xml:space="preserve"> </w:t>
      </w:r>
    </w:p>
    <w:p w14:paraId="5C2A9473" w14:textId="77777777" w:rsidR="00EF73CE" w:rsidRDefault="00EF73CE" w:rsidP="00A04D3E">
      <w:pPr>
        <w:jc w:val="both"/>
        <w:rPr>
          <w:spacing w:val="-3"/>
        </w:rPr>
      </w:pPr>
    </w:p>
    <w:p w14:paraId="688DD618" w14:textId="77777777" w:rsidR="006112FC" w:rsidRDefault="006112FC" w:rsidP="00A04D3E">
      <w:pPr>
        <w:jc w:val="both"/>
        <w:rPr>
          <w:spacing w:val="-3"/>
        </w:rPr>
      </w:pPr>
    </w:p>
    <w:p w14:paraId="245B3A27" w14:textId="77777777" w:rsidR="006112FC" w:rsidRPr="00EF73CE" w:rsidRDefault="006112FC" w:rsidP="00A04D3E">
      <w:pPr>
        <w:jc w:val="both"/>
        <w:rPr>
          <w:spacing w:val="-3"/>
        </w:rPr>
      </w:pPr>
    </w:p>
    <w:p w14:paraId="5AD29F11" w14:textId="77777777" w:rsidR="00BF47E9" w:rsidRPr="00BD6E1E" w:rsidRDefault="00BF47E9" w:rsidP="00BD6E1E">
      <w:pPr>
        <w:pStyle w:val="Pealkiri11"/>
        <w:rPr>
          <w:b/>
        </w:rPr>
      </w:pPr>
      <w:r w:rsidRPr="00BD6E1E">
        <w:rPr>
          <w:b/>
        </w:rPr>
        <w:t>Poolte vastutus</w:t>
      </w:r>
    </w:p>
    <w:p w14:paraId="5D2D3228" w14:textId="77777777" w:rsidR="00BF47E9" w:rsidRDefault="00BF47E9" w:rsidP="00BD6E1E">
      <w:pPr>
        <w:pStyle w:val="Pealkiri21"/>
      </w:pPr>
      <w:r>
        <w:t xml:space="preserve">Pooled vastutavad </w:t>
      </w:r>
      <w:r w:rsidR="009556DF">
        <w:t>k</w:t>
      </w:r>
      <w:r>
        <w:t>okkuleppe mittetäitmise või osalise mittetäitmise eest õigusaktidega ettenähtud korras.</w:t>
      </w:r>
    </w:p>
    <w:p w14:paraId="29EA0059" w14:textId="77777777" w:rsidR="00BF47E9" w:rsidRDefault="00DA41CA" w:rsidP="00BD6E1E">
      <w:pPr>
        <w:pStyle w:val="Pealkiri21"/>
      </w:pPr>
      <w:r>
        <w:lastRenderedPageBreak/>
        <w:t>Kokkuleppe mittet</w:t>
      </w:r>
      <w:r w:rsidR="00BF47E9">
        <w:t xml:space="preserve">äitmise eest, kui mittetäitmine </w:t>
      </w:r>
      <w:r w:rsidR="00F14A2E">
        <w:t xml:space="preserve">põhjustas teisele </w:t>
      </w:r>
      <w:r w:rsidR="009556DF">
        <w:t>p</w:t>
      </w:r>
      <w:r w:rsidR="00F14A2E">
        <w:t xml:space="preserve">oolele kahju, vastutavad </w:t>
      </w:r>
      <w:r w:rsidR="009556DF">
        <w:t>p</w:t>
      </w:r>
      <w:r w:rsidR="00F14A2E">
        <w:t>ooled põhjustatud kahju eest täies ulatuses.</w:t>
      </w:r>
    </w:p>
    <w:p w14:paraId="111C2BAE" w14:textId="77777777" w:rsidR="005F45CF" w:rsidRDefault="005F45CF" w:rsidP="00A04D3E">
      <w:pPr>
        <w:jc w:val="both"/>
      </w:pPr>
    </w:p>
    <w:p w14:paraId="00C4616C" w14:textId="77777777" w:rsidR="005F45CF" w:rsidRPr="00BD6E1E" w:rsidRDefault="005F45CF" w:rsidP="00BD6E1E">
      <w:pPr>
        <w:pStyle w:val="Pealkiri11"/>
        <w:rPr>
          <w:b/>
        </w:rPr>
      </w:pPr>
      <w:r w:rsidRPr="00BD6E1E">
        <w:rPr>
          <w:b/>
        </w:rPr>
        <w:t>Lõppsätted</w:t>
      </w:r>
    </w:p>
    <w:p w14:paraId="08DA09FC" w14:textId="77777777" w:rsidR="005F45CF" w:rsidRDefault="005F45CF" w:rsidP="00BD6E1E">
      <w:pPr>
        <w:pStyle w:val="Pealkiri21"/>
      </w:pPr>
      <w:r>
        <w:t xml:space="preserve">Kõik </w:t>
      </w:r>
      <w:r w:rsidR="009556DF">
        <w:t>k</w:t>
      </w:r>
      <w:r>
        <w:t>okkuleppe muudatused sõlmitakse kirjalikult ja vormistatakse kokkuleppe lisana.</w:t>
      </w:r>
    </w:p>
    <w:p w14:paraId="2FBDC04C" w14:textId="1129E23C" w:rsidR="009435F6" w:rsidRDefault="00000000" w:rsidP="009435F6">
      <w:pPr>
        <w:pStyle w:val="Pealkiri21"/>
      </w:pPr>
      <w:sdt>
        <w:sdtPr>
          <w:id w:val="-802771011"/>
          <w:placeholder>
            <w:docPart w:val="F0EEEF859F544C189553FE92317E2DE7"/>
          </w:placeholder>
          <w:comboBox>
            <w:listItem w:displayText=" " w:value=" "/>
            <w:listItem w:displayText="Kokkulepe on allkirjastatud digitaalselt." w:value="Kokkulepe on allkirjastatud digitaalselt."/>
            <w:listItem w:displayText="Kokkulepe on allkirjastatud paberkandjal kahes võrdset juriidilist jõudu omavas eksemplaris, millest kumbki pool saab ühe eksemplari." w:value="Kokkulepe on allkirjastatud paberkandjal kahes võrdset juriidilist jõudu omavas eksemplaris, millest kumbki pool saab ühe eksemplari."/>
          </w:comboBox>
        </w:sdtPr>
        <w:sdtContent>
          <w:r w:rsidR="00A3612C">
            <w:t>Kokkulepe on allkirjastatud digitaalselt.</w:t>
          </w:r>
        </w:sdtContent>
      </w:sdt>
    </w:p>
    <w:p w14:paraId="1D86E7FC" w14:textId="77777777" w:rsidR="009435F6" w:rsidRDefault="009435F6" w:rsidP="009435F6">
      <w:pPr>
        <w:pStyle w:val="Pealkiri21"/>
        <w:numPr>
          <w:ilvl w:val="0"/>
          <w:numId w:val="0"/>
        </w:numPr>
        <w:ind w:left="576" w:hanging="576"/>
      </w:pPr>
    </w:p>
    <w:p w14:paraId="5B7E6B80" w14:textId="77777777" w:rsidR="00BD6E1E" w:rsidRPr="006C08F3" w:rsidRDefault="00A520E5" w:rsidP="00A04D3E">
      <w:pPr>
        <w:jc w:val="both"/>
        <w:rPr>
          <w:b/>
        </w:rPr>
      </w:pPr>
      <w:r w:rsidRPr="006C08F3">
        <w:rPr>
          <w:b/>
        </w:rPr>
        <w:t>Skeem kasutusõiguse ala paiknemise kohta</w:t>
      </w:r>
    </w:p>
    <w:p w14:paraId="1BEEF17F" w14:textId="7C970717" w:rsidR="00A520E5" w:rsidRPr="00980D34" w:rsidRDefault="00FF7A9D" w:rsidP="00A04D3E">
      <w:pPr>
        <w:jc w:val="both"/>
        <w:rPr>
          <w:highlight w:val="yellow"/>
        </w:rPr>
      </w:pPr>
      <w:r w:rsidRPr="00FF7A9D">
        <w:drawing>
          <wp:inline distT="0" distB="0" distL="0" distR="0" wp14:anchorId="48F7F876" wp14:editId="7ECEAECC">
            <wp:extent cx="5604497" cy="3276600"/>
            <wp:effectExtent l="0" t="0" r="0" b="0"/>
            <wp:docPr id="1338764729" name="Picture 1" descr="A map of a land with red lines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8764729" name="Picture 1" descr="A map of a land with red lines&#10;&#10;Description automatically generated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07239" cy="32782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2E74D" w14:textId="717A9EEA" w:rsidR="00A520E5" w:rsidRDefault="00A520E5" w:rsidP="00A04D3E">
      <w:pPr>
        <w:jc w:val="both"/>
      </w:pPr>
    </w:p>
    <w:p w14:paraId="7D5060B7" w14:textId="77777777" w:rsidR="00A04D3E" w:rsidRDefault="00EF73CE" w:rsidP="00A04D3E">
      <w:pPr>
        <w:jc w:val="both"/>
        <w:rPr>
          <w:b/>
        </w:rPr>
      </w:pPr>
      <w:r>
        <w:rPr>
          <w:b/>
        </w:rPr>
        <w:t>Poolte andmed ja allkirjad</w:t>
      </w:r>
    </w:p>
    <w:p w14:paraId="0F9B5454" w14:textId="77777777" w:rsidR="00445480" w:rsidRPr="00A04D3E" w:rsidRDefault="00445480" w:rsidP="00A04D3E">
      <w:pPr>
        <w:jc w:val="both"/>
        <w:rPr>
          <w:b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48"/>
        <w:gridCol w:w="4148"/>
      </w:tblGrid>
      <w:tr w:rsidR="00BD6E1E" w14:paraId="1F09D198" w14:textId="77777777" w:rsidTr="00F36F6D">
        <w:tc>
          <w:tcPr>
            <w:tcW w:w="4148" w:type="dxa"/>
          </w:tcPr>
          <w:p w14:paraId="54FEDA21" w14:textId="77777777" w:rsidR="00BD6E1E" w:rsidRPr="008C6C20" w:rsidRDefault="00BD6E1E" w:rsidP="00F36F6D">
            <w:pPr>
              <w:jc w:val="both"/>
              <w:rPr>
                <w:b/>
              </w:rPr>
            </w:pPr>
            <w:r>
              <w:rPr>
                <w:b/>
              </w:rPr>
              <w:t>RMK</w:t>
            </w:r>
          </w:p>
        </w:tc>
        <w:tc>
          <w:tcPr>
            <w:tcW w:w="4148" w:type="dxa"/>
          </w:tcPr>
          <w:p w14:paraId="500305FE" w14:textId="77777777" w:rsidR="00BD6E1E" w:rsidRPr="008C6C20" w:rsidRDefault="00BD6E1E" w:rsidP="00F36F6D">
            <w:pPr>
              <w:jc w:val="both"/>
              <w:rPr>
                <w:b/>
              </w:rPr>
            </w:pPr>
            <w:r w:rsidRPr="00D026EA">
              <w:rPr>
                <w:b/>
              </w:rPr>
              <w:t>Omanik</w:t>
            </w:r>
          </w:p>
        </w:tc>
      </w:tr>
      <w:tr w:rsidR="00BD6E1E" w14:paraId="7DE187FE" w14:textId="77777777" w:rsidTr="00F36F6D">
        <w:tc>
          <w:tcPr>
            <w:tcW w:w="4148" w:type="dxa"/>
          </w:tcPr>
          <w:p w14:paraId="56BA7268" w14:textId="77777777" w:rsidR="00BD6E1E" w:rsidRDefault="00BD6E1E" w:rsidP="00F36F6D">
            <w:pPr>
              <w:jc w:val="both"/>
            </w:pPr>
          </w:p>
        </w:tc>
        <w:tc>
          <w:tcPr>
            <w:tcW w:w="4148" w:type="dxa"/>
          </w:tcPr>
          <w:p w14:paraId="49C3F6D8" w14:textId="77777777" w:rsidR="00BD6E1E" w:rsidRDefault="00BD6E1E" w:rsidP="00F36F6D">
            <w:pPr>
              <w:jc w:val="both"/>
            </w:pPr>
          </w:p>
        </w:tc>
      </w:tr>
      <w:tr w:rsidR="00BD6E1E" w14:paraId="2A32EC49" w14:textId="77777777" w:rsidTr="00F36F6D">
        <w:tc>
          <w:tcPr>
            <w:tcW w:w="4148" w:type="dxa"/>
          </w:tcPr>
          <w:p w14:paraId="502B1F12" w14:textId="77777777" w:rsidR="00BD6E1E" w:rsidRPr="008C6C20" w:rsidRDefault="00BD6E1E" w:rsidP="00F36F6D">
            <w:pPr>
              <w:tabs>
                <w:tab w:val="left" w:pos="4320"/>
              </w:tabs>
              <w:jc w:val="both"/>
            </w:pPr>
            <w:r w:rsidRPr="008C6C20">
              <w:t>Riigimetsa Majandamise Keskus</w:t>
            </w:r>
          </w:p>
        </w:tc>
        <w:tc>
          <w:tcPr>
            <w:tcW w:w="4148" w:type="dxa"/>
          </w:tcPr>
          <w:p w14:paraId="2153E2DD" w14:textId="51D8BF05" w:rsidR="00BD6E1E" w:rsidRPr="008C6C20" w:rsidRDefault="00830A92" w:rsidP="00F36F6D">
            <w:pPr>
              <w:jc w:val="both"/>
            </w:pPr>
            <w:r w:rsidRPr="00830A92">
              <w:t>METSATERVENDUSE OSAÜHING</w:t>
            </w:r>
          </w:p>
        </w:tc>
      </w:tr>
      <w:tr w:rsidR="00BD6E1E" w14:paraId="7E2B5FD3" w14:textId="77777777" w:rsidTr="00F36F6D">
        <w:tc>
          <w:tcPr>
            <w:tcW w:w="4148" w:type="dxa"/>
          </w:tcPr>
          <w:p w14:paraId="7E9F889A" w14:textId="77777777" w:rsidR="00BD6E1E" w:rsidRDefault="00BD6E1E" w:rsidP="00F36F6D">
            <w:pPr>
              <w:tabs>
                <w:tab w:val="left" w:pos="4320"/>
              </w:tabs>
              <w:jc w:val="both"/>
            </w:pPr>
            <w:r w:rsidRPr="008C6C20">
              <w:t>Registrikood 70004459</w:t>
            </w:r>
          </w:p>
        </w:tc>
        <w:tc>
          <w:tcPr>
            <w:tcW w:w="4148" w:type="dxa"/>
          </w:tcPr>
          <w:p w14:paraId="49488537" w14:textId="4CE6B0E2" w:rsidR="00BD6E1E" w:rsidRPr="008C6C20" w:rsidRDefault="00970C7A" w:rsidP="00970C7A">
            <w:pPr>
              <w:jc w:val="both"/>
            </w:pPr>
            <w:r>
              <w:t>Registri</w:t>
            </w:r>
            <w:r w:rsidR="00BD6E1E" w:rsidRPr="008C6C20">
              <w:t xml:space="preserve">kood </w:t>
            </w:r>
            <w:r w:rsidR="00830A92" w:rsidRPr="00830A92">
              <w:t>10224657</w:t>
            </w:r>
            <w:r w:rsidR="006C08F3" w:rsidRPr="006C08F3">
              <w:tab/>
            </w:r>
          </w:p>
        </w:tc>
      </w:tr>
      <w:tr w:rsidR="00BD6E1E" w14:paraId="68407F1C" w14:textId="77777777" w:rsidTr="00F36F6D">
        <w:tc>
          <w:tcPr>
            <w:tcW w:w="4148" w:type="dxa"/>
          </w:tcPr>
          <w:p w14:paraId="6108217A" w14:textId="77777777" w:rsidR="005A2695" w:rsidRPr="008C6C20" w:rsidRDefault="00CE5113" w:rsidP="00CE5113">
            <w:pPr>
              <w:tabs>
                <w:tab w:val="left" w:pos="4320"/>
              </w:tabs>
              <w:jc w:val="both"/>
            </w:pPr>
            <w:r>
              <w:t>Sagadi küla, Haljala</w:t>
            </w:r>
            <w:r w:rsidR="005A2695">
              <w:t xml:space="preserve"> vald</w:t>
            </w:r>
          </w:p>
        </w:tc>
        <w:tc>
          <w:tcPr>
            <w:tcW w:w="4148" w:type="dxa"/>
          </w:tcPr>
          <w:p w14:paraId="0FF94108" w14:textId="664D3620" w:rsidR="00BD6E1E" w:rsidRPr="008C6C20" w:rsidRDefault="00830A92" w:rsidP="00F36F6D">
            <w:pPr>
              <w:jc w:val="both"/>
            </w:pPr>
            <w:r w:rsidRPr="00830A92">
              <w:t>Harju maakond, Tallinn, Nõmme linnaosa, Pärnu mnt 153, 11624</w:t>
            </w:r>
          </w:p>
        </w:tc>
      </w:tr>
      <w:tr w:rsidR="00BD6E1E" w14:paraId="6BDC80F4" w14:textId="77777777" w:rsidTr="00F36F6D">
        <w:tc>
          <w:tcPr>
            <w:tcW w:w="4148" w:type="dxa"/>
          </w:tcPr>
          <w:p w14:paraId="0D593FA6" w14:textId="77777777" w:rsidR="00BD6E1E" w:rsidRPr="008C6C20" w:rsidRDefault="00CE5113" w:rsidP="00F36F6D">
            <w:pPr>
              <w:tabs>
                <w:tab w:val="left" w:pos="4320"/>
              </w:tabs>
              <w:jc w:val="both"/>
            </w:pPr>
            <w:r>
              <w:t xml:space="preserve">45403 </w:t>
            </w:r>
            <w:r w:rsidR="005A2695">
              <w:t>Lääne-Viru maakond</w:t>
            </w:r>
          </w:p>
        </w:tc>
        <w:tc>
          <w:tcPr>
            <w:tcW w:w="4148" w:type="dxa"/>
          </w:tcPr>
          <w:p w14:paraId="33EB7B0D" w14:textId="240723BA" w:rsidR="00BD6E1E" w:rsidRPr="008C6C20" w:rsidRDefault="00BD6E1E" w:rsidP="00F36F6D">
            <w:pPr>
              <w:jc w:val="both"/>
            </w:pPr>
            <w:r w:rsidRPr="008C6C20">
              <w:t xml:space="preserve">Tel </w:t>
            </w:r>
            <w:r w:rsidR="006C08F3" w:rsidRPr="006C08F3">
              <w:t xml:space="preserve"> </w:t>
            </w:r>
            <w:r w:rsidR="00AA7655" w:rsidRPr="00AA7655">
              <w:t>5091575</w:t>
            </w:r>
          </w:p>
        </w:tc>
      </w:tr>
      <w:tr w:rsidR="00BD6E1E" w14:paraId="373073C1" w14:textId="77777777" w:rsidTr="00F36F6D">
        <w:tc>
          <w:tcPr>
            <w:tcW w:w="4148" w:type="dxa"/>
          </w:tcPr>
          <w:p w14:paraId="054C0BAD" w14:textId="77777777" w:rsidR="00BD6E1E" w:rsidRDefault="005A2695" w:rsidP="00F36F6D">
            <w:pPr>
              <w:jc w:val="both"/>
            </w:pPr>
            <w:r>
              <w:t>Tel 676 7500</w:t>
            </w:r>
          </w:p>
        </w:tc>
        <w:tc>
          <w:tcPr>
            <w:tcW w:w="4148" w:type="dxa"/>
          </w:tcPr>
          <w:p w14:paraId="5168A937" w14:textId="613D002B" w:rsidR="00BD6E1E" w:rsidRPr="008C6C20" w:rsidRDefault="00BD6E1E" w:rsidP="00F36F6D">
            <w:pPr>
              <w:tabs>
                <w:tab w:val="left" w:pos="4320"/>
              </w:tabs>
              <w:jc w:val="both"/>
            </w:pPr>
            <w:r w:rsidRPr="008C6C20">
              <w:t xml:space="preserve">E-post </w:t>
            </w:r>
            <w:r w:rsidR="00AA7655" w:rsidRPr="00AA7655">
              <w:t>ants@metsatervenduse.ee</w:t>
            </w:r>
          </w:p>
        </w:tc>
      </w:tr>
      <w:tr w:rsidR="00BD6E1E" w14:paraId="75A7D32A" w14:textId="77777777" w:rsidTr="00F36F6D">
        <w:tc>
          <w:tcPr>
            <w:tcW w:w="4148" w:type="dxa"/>
          </w:tcPr>
          <w:p w14:paraId="58D5859C" w14:textId="77777777" w:rsidR="00BD6E1E" w:rsidRDefault="005A2695" w:rsidP="00F36F6D">
            <w:pPr>
              <w:jc w:val="both"/>
            </w:pPr>
            <w:r>
              <w:t>E-post rmk@rmk.ee</w:t>
            </w:r>
          </w:p>
        </w:tc>
        <w:tc>
          <w:tcPr>
            <w:tcW w:w="4148" w:type="dxa"/>
          </w:tcPr>
          <w:p w14:paraId="12738AFD" w14:textId="77777777" w:rsidR="00BD6E1E" w:rsidRDefault="00BD6E1E" w:rsidP="00F36F6D">
            <w:pPr>
              <w:jc w:val="both"/>
            </w:pPr>
          </w:p>
        </w:tc>
      </w:tr>
      <w:tr w:rsidR="00BD6E1E" w14:paraId="794AC5CD" w14:textId="77777777" w:rsidTr="00F36F6D">
        <w:tc>
          <w:tcPr>
            <w:tcW w:w="4148" w:type="dxa"/>
          </w:tcPr>
          <w:p w14:paraId="425CE87F" w14:textId="77777777" w:rsidR="00BD6E1E" w:rsidRDefault="00BD6E1E" w:rsidP="00F36F6D">
            <w:pPr>
              <w:jc w:val="both"/>
            </w:pPr>
          </w:p>
        </w:tc>
        <w:tc>
          <w:tcPr>
            <w:tcW w:w="4148" w:type="dxa"/>
          </w:tcPr>
          <w:p w14:paraId="01501BE5" w14:textId="77777777" w:rsidR="00BD6E1E" w:rsidRDefault="00BD6E1E" w:rsidP="00F36F6D">
            <w:pPr>
              <w:jc w:val="both"/>
            </w:pPr>
          </w:p>
        </w:tc>
      </w:tr>
      <w:tr w:rsidR="00BD6E1E" w14:paraId="43898C62" w14:textId="77777777" w:rsidTr="00F36F6D">
        <w:tc>
          <w:tcPr>
            <w:tcW w:w="4148" w:type="dxa"/>
          </w:tcPr>
          <w:p w14:paraId="449350B8" w14:textId="155D6046" w:rsidR="00BD6E1E" w:rsidRDefault="00000000" w:rsidP="00F36F6D">
            <w:pPr>
              <w:jc w:val="both"/>
            </w:pPr>
            <w:sdt>
              <w:sdtPr>
                <w:id w:val="-1119672216"/>
                <w:placeholder>
                  <w:docPart w:val="E062A6D48F534330A2693D031D5065F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A3612C">
                  <w:t>(allkirjastatud digitaalselt)</w:t>
                </w:r>
              </w:sdtContent>
            </w:sdt>
          </w:p>
        </w:tc>
        <w:tc>
          <w:tcPr>
            <w:tcW w:w="4148" w:type="dxa"/>
          </w:tcPr>
          <w:p w14:paraId="628C82FA" w14:textId="3A7AAF8D" w:rsidR="00BD6E1E" w:rsidRDefault="00000000" w:rsidP="00F36F6D">
            <w:pPr>
              <w:jc w:val="both"/>
            </w:pPr>
            <w:sdt>
              <w:sdtPr>
                <w:id w:val="861628443"/>
                <w:placeholder>
                  <w:docPart w:val="DFDC3657012247489728C2095F4EF810"/>
                </w:placeholder>
                <w:comboBox>
                  <w:listItem w:displayText=" " w:value=" "/>
                  <w:listItem w:displayText="(allkirjastatud digitaalselt)" w:value="(allkirjastatud digitaalselt)"/>
                </w:comboBox>
              </w:sdtPr>
              <w:sdtContent>
                <w:r w:rsidR="00A3612C">
                  <w:t>(allkirjastatud digitaalselt)</w:t>
                </w:r>
              </w:sdtContent>
            </w:sdt>
          </w:p>
        </w:tc>
      </w:tr>
      <w:tr w:rsidR="00BD6E1E" w14:paraId="1D572D91" w14:textId="77777777" w:rsidTr="00F36F6D">
        <w:tc>
          <w:tcPr>
            <w:tcW w:w="4148" w:type="dxa"/>
          </w:tcPr>
          <w:p w14:paraId="0EDB6418" w14:textId="77777777" w:rsidR="00BD6E1E" w:rsidRDefault="00BD6E1E" w:rsidP="00F36F6D">
            <w:pPr>
              <w:jc w:val="both"/>
            </w:pPr>
          </w:p>
        </w:tc>
        <w:tc>
          <w:tcPr>
            <w:tcW w:w="4148" w:type="dxa"/>
          </w:tcPr>
          <w:p w14:paraId="119BB40E" w14:textId="77777777" w:rsidR="00BD6E1E" w:rsidRDefault="00BD6E1E" w:rsidP="00F36F6D">
            <w:pPr>
              <w:jc w:val="both"/>
            </w:pPr>
          </w:p>
        </w:tc>
      </w:tr>
      <w:tr w:rsidR="00BD6E1E" w14:paraId="4995264D" w14:textId="77777777" w:rsidTr="00F36F6D">
        <w:tc>
          <w:tcPr>
            <w:tcW w:w="4148" w:type="dxa"/>
          </w:tcPr>
          <w:p w14:paraId="347BDB29" w14:textId="77777777" w:rsidR="00BD6E1E" w:rsidRDefault="00BD6E1E" w:rsidP="00F36F6D">
            <w:pPr>
              <w:jc w:val="both"/>
            </w:pPr>
          </w:p>
        </w:tc>
        <w:tc>
          <w:tcPr>
            <w:tcW w:w="4148" w:type="dxa"/>
          </w:tcPr>
          <w:p w14:paraId="0E937250" w14:textId="77777777" w:rsidR="00BD6E1E" w:rsidRDefault="00BD6E1E" w:rsidP="00F36F6D">
            <w:pPr>
              <w:jc w:val="both"/>
            </w:pPr>
          </w:p>
        </w:tc>
      </w:tr>
      <w:tr w:rsidR="00BD6E1E" w14:paraId="205DC048" w14:textId="77777777" w:rsidTr="00F36F6D">
        <w:tc>
          <w:tcPr>
            <w:tcW w:w="4148" w:type="dxa"/>
          </w:tcPr>
          <w:p w14:paraId="79EB3D7F" w14:textId="01A4354C" w:rsidR="00BD6E1E" w:rsidRDefault="00A3612C" w:rsidP="00F36F6D">
            <w:pPr>
              <w:jc w:val="both"/>
            </w:pPr>
            <w:r>
              <w:t>Risto Sepp</w:t>
            </w:r>
          </w:p>
        </w:tc>
        <w:tc>
          <w:tcPr>
            <w:tcW w:w="4148" w:type="dxa"/>
          </w:tcPr>
          <w:p w14:paraId="50A3360F" w14:textId="24AE4B28" w:rsidR="00BD6E1E" w:rsidRDefault="00830A92" w:rsidP="00F36F6D">
            <w:pPr>
              <w:jc w:val="both"/>
            </w:pPr>
            <w:r w:rsidRPr="00830A92">
              <w:t>Ants Erik</w:t>
            </w:r>
          </w:p>
        </w:tc>
      </w:tr>
    </w:tbl>
    <w:p w14:paraId="47A65409" w14:textId="77777777" w:rsidR="00755C81" w:rsidRPr="00445480" w:rsidRDefault="00755C81" w:rsidP="00D34BC5">
      <w:pPr>
        <w:jc w:val="both"/>
        <w:rPr>
          <w:i/>
        </w:rPr>
      </w:pPr>
    </w:p>
    <w:sectPr w:rsidR="00755C81" w:rsidRPr="00445480" w:rsidSect="001A1956">
      <w:headerReference w:type="even" r:id="rId10"/>
      <w:headerReference w:type="default" r:id="rId11"/>
      <w:type w:val="continuous"/>
      <w:pgSz w:w="11906" w:h="16838"/>
      <w:pgMar w:top="1440" w:right="1800" w:bottom="1440" w:left="1800" w:header="708" w:footer="708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EB0953" w14:textId="77777777" w:rsidR="00D65A3B" w:rsidRDefault="00D65A3B">
      <w:r>
        <w:separator/>
      </w:r>
    </w:p>
  </w:endnote>
  <w:endnote w:type="continuationSeparator" w:id="0">
    <w:p w14:paraId="41CCC176" w14:textId="77777777" w:rsidR="00D65A3B" w:rsidRDefault="00D6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770F" w14:textId="77777777" w:rsidR="00D65A3B" w:rsidRDefault="00D65A3B">
      <w:r>
        <w:separator/>
      </w:r>
    </w:p>
  </w:footnote>
  <w:footnote w:type="continuationSeparator" w:id="0">
    <w:p w14:paraId="2C7B1BB0" w14:textId="77777777" w:rsidR="00D65A3B" w:rsidRDefault="00D65A3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04DB80" w14:textId="77777777" w:rsidR="00246824" w:rsidRDefault="00246824" w:rsidP="00C729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65747F" w14:textId="77777777" w:rsidR="00246824" w:rsidRDefault="0024682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64406" w14:textId="15EC43BF" w:rsidR="00246824" w:rsidRDefault="00246824" w:rsidP="00C7299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456A3">
      <w:rPr>
        <w:rStyle w:val="PageNumber"/>
        <w:noProof/>
      </w:rPr>
      <w:t>3</w:t>
    </w:r>
    <w:r>
      <w:rPr>
        <w:rStyle w:val="PageNumber"/>
      </w:rPr>
      <w:fldChar w:fldCharType="end"/>
    </w:r>
  </w:p>
  <w:p w14:paraId="307C7A04" w14:textId="77777777" w:rsidR="00246824" w:rsidRPr="001A1956" w:rsidRDefault="00246824" w:rsidP="00341F56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AC513F"/>
    <w:multiLevelType w:val="multilevel"/>
    <w:tmpl w:val="5C7EA68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3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21381254"/>
    <w:multiLevelType w:val="multilevel"/>
    <w:tmpl w:val="8DA0CEE8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96B1C9B"/>
    <w:multiLevelType w:val="multilevel"/>
    <w:tmpl w:val="5AD8909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2E344245"/>
    <w:multiLevelType w:val="multilevel"/>
    <w:tmpl w:val="2A7E7A3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33591D65"/>
    <w:multiLevelType w:val="multilevel"/>
    <w:tmpl w:val="C7269B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5" w15:restartNumberingAfterBreak="0">
    <w:nsid w:val="36E5236C"/>
    <w:multiLevelType w:val="multilevel"/>
    <w:tmpl w:val="232C97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3A08054F"/>
    <w:multiLevelType w:val="multilevel"/>
    <w:tmpl w:val="A3B293D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3FE75222"/>
    <w:multiLevelType w:val="multilevel"/>
    <w:tmpl w:val="609A672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5F0F1C97"/>
    <w:multiLevelType w:val="multilevel"/>
    <w:tmpl w:val="EAF68E6C"/>
    <w:lvl w:ilvl="0">
      <w:start w:val="3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1">
      <w:start w:val="3"/>
      <w:numFmt w:val="decimal"/>
      <w:lvlText w:val="%1.%2"/>
      <w:lvlJc w:val="left"/>
      <w:pPr>
        <w:tabs>
          <w:tab w:val="num" w:pos="480"/>
        </w:tabs>
        <w:ind w:left="480" w:hanging="480"/>
      </w:pPr>
      <w:rPr>
        <w:rFonts w:hint="default"/>
        <w:b w:val="0"/>
        <w:u w:val="none"/>
      </w:rPr>
    </w:lvl>
    <w:lvl w:ilvl="2">
      <w:start w:val="4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9" w15:restartNumberingAfterBreak="0">
    <w:nsid w:val="62465D5A"/>
    <w:multiLevelType w:val="multilevel"/>
    <w:tmpl w:val="781AFB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66227F4E"/>
    <w:multiLevelType w:val="multilevel"/>
    <w:tmpl w:val="5C36EB72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  <w:b w:val="0"/>
        <w:u w:val="none"/>
      </w:r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  <w:u w:val="none"/>
      </w:rPr>
    </w:lvl>
  </w:abstractNum>
  <w:abstractNum w:abstractNumId="11" w15:restartNumberingAfterBreak="0">
    <w:nsid w:val="667F59C3"/>
    <w:multiLevelType w:val="multilevel"/>
    <w:tmpl w:val="C8DA0CEE"/>
    <w:lvl w:ilvl="0">
      <w:start w:val="1"/>
      <w:numFmt w:val="decimal"/>
      <w:pStyle w:val="Pealkiri11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Pealkiri21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Pealkiri31"/>
      <w:lvlText w:val="%1.%2.%3.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pStyle w:val="Pealkiri41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Pealkiri51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Pealkiri61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Pealkiri71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Pealkiri81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Pealkiri91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2" w15:restartNumberingAfterBreak="0">
    <w:nsid w:val="72E03951"/>
    <w:multiLevelType w:val="multilevel"/>
    <w:tmpl w:val="5F281152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 w16cid:durableId="1872763511">
    <w:abstractNumId w:val="4"/>
  </w:num>
  <w:num w:numId="2" w16cid:durableId="1039088023">
    <w:abstractNumId w:val="5"/>
  </w:num>
  <w:num w:numId="3" w16cid:durableId="854467464">
    <w:abstractNumId w:val="10"/>
  </w:num>
  <w:num w:numId="4" w16cid:durableId="1730882324">
    <w:abstractNumId w:val="3"/>
  </w:num>
  <w:num w:numId="5" w16cid:durableId="846595540">
    <w:abstractNumId w:val="0"/>
  </w:num>
  <w:num w:numId="6" w16cid:durableId="696738682">
    <w:abstractNumId w:val="2"/>
  </w:num>
  <w:num w:numId="7" w16cid:durableId="691876234">
    <w:abstractNumId w:val="8"/>
  </w:num>
  <w:num w:numId="8" w16cid:durableId="1180700508">
    <w:abstractNumId w:val="7"/>
  </w:num>
  <w:num w:numId="9" w16cid:durableId="1183592794">
    <w:abstractNumId w:val="6"/>
  </w:num>
  <w:num w:numId="10" w16cid:durableId="1379207578">
    <w:abstractNumId w:val="1"/>
  </w:num>
  <w:num w:numId="11" w16cid:durableId="1768227613">
    <w:abstractNumId w:val="11"/>
  </w:num>
  <w:num w:numId="12" w16cid:durableId="537934421">
    <w:abstractNumId w:val="9"/>
  </w:num>
  <w:num w:numId="13" w16cid:durableId="123844490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20E5"/>
    <w:rsid w:val="00035149"/>
    <w:rsid w:val="00045D58"/>
    <w:rsid w:val="0006678D"/>
    <w:rsid w:val="00075399"/>
    <w:rsid w:val="000A04D8"/>
    <w:rsid w:val="000C6F93"/>
    <w:rsid w:val="000E601A"/>
    <w:rsid w:val="000F62AC"/>
    <w:rsid w:val="001278EA"/>
    <w:rsid w:val="00127AEC"/>
    <w:rsid w:val="00130274"/>
    <w:rsid w:val="00165D0B"/>
    <w:rsid w:val="00181182"/>
    <w:rsid w:val="001A1956"/>
    <w:rsid w:val="001B5760"/>
    <w:rsid w:val="001C6A82"/>
    <w:rsid w:val="001F0884"/>
    <w:rsid w:val="00212CC3"/>
    <w:rsid w:val="00233BD8"/>
    <w:rsid w:val="00235FFA"/>
    <w:rsid w:val="002452F0"/>
    <w:rsid w:val="00246824"/>
    <w:rsid w:val="00264916"/>
    <w:rsid w:val="00272183"/>
    <w:rsid w:val="002D0547"/>
    <w:rsid w:val="00303F0D"/>
    <w:rsid w:val="00341F56"/>
    <w:rsid w:val="00356C22"/>
    <w:rsid w:val="003675C7"/>
    <w:rsid w:val="003816DD"/>
    <w:rsid w:val="003957F2"/>
    <w:rsid w:val="003B6551"/>
    <w:rsid w:val="003C3457"/>
    <w:rsid w:val="003F172E"/>
    <w:rsid w:val="004364B5"/>
    <w:rsid w:val="00437A37"/>
    <w:rsid w:val="00445480"/>
    <w:rsid w:val="004625EB"/>
    <w:rsid w:val="004719E2"/>
    <w:rsid w:val="00472F60"/>
    <w:rsid w:val="00473D12"/>
    <w:rsid w:val="00487935"/>
    <w:rsid w:val="00496927"/>
    <w:rsid w:val="004F6AE9"/>
    <w:rsid w:val="00517EA8"/>
    <w:rsid w:val="0054783B"/>
    <w:rsid w:val="00554DBF"/>
    <w:rsid w:val="005A0EC2"/>
    <w:rsid w:val="005A2695"/>
    <w:rsid w:val="005F45CF"/>
    <w:rsid w:val="006112FC"/>
    <w:rsid w:val="0064108B"/>
    <w:rsid w:val="006456A3"/>
    <w:rsid w:val="00647605"/>
    <w:rsid w:val="00676119"/>
    <w:rsid w:val="006808C3"/>
    <w:rsid w:val="00697566"/>
    <w:rsid w:val="006B5135"/>
    <w:rsid w:val="006C08F3"/>
    <w:rsid w:val="006C262D"/>
    <w:rsid w:val="006E0908"/>
    <w:rsid w:val="00734E26"/>
    <w:rsid w:val="00753F67"/>
    <w:rsid w:val="00755C81"/>
    <w:rsid w:val="00755CDD"/>
    <w:rsid w:val="00780B38"/>
    <w:rsid w:val="007A3844"/>
    <w:rsid w:val="007A7DBA"/>
    <w:rsid w:val="007D09A5"/>
    <w:rsid w:val="00802116"/>
    <w:rsid w:val="0081582D"/>
    <w:rsid w:val="00820517"/>
    <w:rsid w:val="008221EE"/>
    <w:rsid w:val="00830A92"/>
    <w:rsid w:val="00833C43"/>
    <w:rsid w:val="00854F5C"/>
    <w:rsid w:val="00857ED6"/>
    <w:rsid w:val="008A1430"/>
    <w:rsid w:val="008C7D51"/>
    <w:rsid w:val="008E3700"/>
    <w:rsid w:val="008F2A98"/>
    <w:rsid w:val="0090293C"/>
    <w:rsid w:val="00903FEE"/>
    <w:rsid w:val="00905B70"/>
    <w:rsid w:val="00907D20"/>
    <w:rsid w:val="00924BD4"/>
    <w:rsid w:val="00937542"/>
    <w:rsid w:val="009435F6"/>
    <w:rsid w:val="009556DF"/>
    <w:rsid w:val="00966C76"/>
    <w:rsid w:val="0097035A"/>
    <w:rsid w:val="00970C7A"/>
    <w:rsid w:val="00980D34"/>
    <w:rsid w:val="00985EAC"/>
    <w:rsid w:val="00993B40"/>
    <w:rsid w:val="00994299"/>
    <w:rsid w:val="009A5D26"/>
    <w:rsid w:val="009B3CD8"/>
    <w:rsid w:val="009B5BB1"/>
    <w:rsid w:val="009C0632"/>
    <w:rsid w:val="00A04D3E"/>
    <w:rsid w:val="00A3612C"/>
    <w:rsid w:val="00A459F2"/>
    <w:rsid w:val="00A520E5"/>
    <w:rsid w:val="00A52116"/>
    <w:rsid w:val="00A773AA"/>
    <w:rsid w:val="00A926FE"/>
    <w:rsid w:val="00A9610C"/>
    <w:rsid w:val="00AA1E7E"/>
    <w:rsid w:val="00AA36AF"/>
    <w:rsid w:val="00AA7655"/>
    <w:rsid w:val="00AC64D3"/>
    <w:rsid w:val="00AC673E"/>
    <w:rsid w:val="00B129AA"/>
    <w:rsid w:val="00B319BD"/>
    <w:rsid w:val="00B43F72"/>
    <w:rsid w:val="00B467C8"/>
    <w:rsid w:val="00B71BBF"/>
    <w:rsid w:val="00B73846"/>
    <w:rsid w:val="00BC0D6A"/>
    <w:rsid w:val="00BC44A8"/>
    <w:rsid w:val="00BD167A"/>
    <w:rsid w:val="00BD6E1E"/>
    <w:rsid w:val="00BF04D3"/>
    <w:rsid w:val="00BF47E9"/>
    <w:rsid w:val="00C00E51"/>
    <w:rsid w:val="00C06162"/>
    <w:rsid w:val="00C14991"/>
    <w:rsid w:val="00C43953"/>
    <w:rsid w:val="00C72995"/>
    <w:rsid w:val="00C73C27"/>
    <w:rsid w:val="00CA032A"/>
    <w:rsid w:val="00CA1F65"/>
    <w:rsid w:val="00CB72A3"/>
    <w:rsid w:val="00CC2207"/>
    <w:rsid w:val="00CE5113"/>
    <w:rsid w:val="00CF5FDA"/>
    <w:rsid w:val="00CF68F0"/>
    <w:rsid w:val="00D02482"/>
    <w:rsid w:val="00D24B34"/>
    <w:rsid w:val="00D34BC5"/>
    <w:rsid w:val="00D420B1"/>
    <w:rsid w:val="00D65A3B"/>
    <w:rsid w:val="00D732C2"/>
    <w:rsid w:val="00D86A8C"/>
    <w:rsid w:val="00D91E95"/>
    <w:rsid w:val="00DA319F"/>
    <w:rsid w:val="00DA41CA"/>
    <w:rsid w:val="00DD0D1E"/>
    <w:rsid w:val="00DF0979"/>
    <w:rsid w:val="00DF32A4"/>
    <w:rsid w:val="00DF6188"/>
    <w:rsid w:val="00E14AAC"/>
    <w:rsid w:val="00E61D1A"/>
    <w:rsid w:val="00E63EF5"/>
    <w:rsid w:val="00E703DA"/>
    <w:rsid w:val="00E80961"/>
    <w:rsid w:val="00E80D50"/>
    <w:rsid w:val="00EA05D5"/>
    <w:rsid w:val="00EA601B"/>
    <w:rsid w:val="00EC0A99"/>
    <w:rsid w:val="00ED44F2"/>
    <w:rsid w:val="00EF407A"/>
    <w:rsid w:val="00EF73CE"/>
    <w:rsid w:val="00F027C1"/>
    <w:rsid w:val="00F07B17"/>
    <w:rsid w:val="00F13832"/>
    <w:rsid w:val="00F14A2E"/>
    <w:rsid w:val="00F219A7"/>
    <w:rsid w:val="00F5725D"/>
    <w:rsid w:val="00FA4CAE"/>
    <w:rsid w:val="00FA6699"/>
    <w:rsid w:val="00FB41A9"/>
    <w:rsid w:val="00FC59B3"/>
    <w:rsid w:val="00FE7BDE"/>
    <w:rsid w:val="00FF7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537917"/>
  <w15:docId w15:val="{8FBE32C0-E0F7-4D8C-B194-196CFFDED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55CDD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55CDD"/>
    <w:pPr>
      <w:keepNext/>
      <w:jc w:val="center"/>
      <w:outlineLvl w:val="0"/>
    </w:pPr>
    <w:rPr>
      <w:b/>
      <w:bCs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rsid w:val="00755CDD"/>
    <w:pPr>
      <w:ind w:left="720"/>
    </w:pPr>
  </w:style>
  <w:style w:type="paragraph" w:styleId="Header">
    <w:name w:val="header"/>
    <w:basedOn w:val="Normal"/>
    <w:rsid w:val="00A04D3E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04D3E"/>
  </w:style>
  <w:style w:type="paragraph" w:styleId="BalloonText">
    <w:name w:val="Balloon Text"/>
    <w:basedOn w:val="Normal"/>
    <w:semiHidden/>
    <w:rsid w:val="00753F67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rsid w:val="00753F6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753F67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753F67"/>
    <w:rPr>
      <w:b/>
      <w:bCs/>
    </w:rPr>
  </w:style>
  <w:style w:type="paragraph" w:styleId="Caption">
    <w:name w:val="caption"/>
    <w:basedOn w:val="Normal"/>
    <w:next w:val="Normal"/>
    <w:qFormat/>
    <w:rsid w:val="001A1956"/>
    <w:pPr>
      <w:framePr w:w="4423" w:h="1191" w:hRule="exact" w:wrap="around" w:vAnchor="page" w:hAnchor="page" w:x="6918" w:y="1702"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ascii="Arial" w:hAnsi="Arial" w:cs="Arial"/>
      <w:b/>
      <w:bCs/>
      <w:spacing w:val="2"/>
      <w:position w:val="6"/>
      <w:sz w:val="17"/>
      <w:szCs w:val="20"/>
    </w:rPr>
  </w:style>
  <w:style w:type="paragraph" w:styleId="Footer">
    <w:name w:val="footer"/>
    <w:basedOn w:val="Normal"/>
    <w:rsid w:val="001A1956"/>
    <w:pPr>
      <w:tabs>
        <w:tab w:val="center" w:pos="4536"/>
        <w:tab w:val="right" w:pos="9072"/>
      </w:tabs>
    </w:pPr>
  </w:style>
  <w:style w:type="table" w:styleId="TableGrid">
    <w:name w:val="Table Grid"/>
    <w:basedOn w:val="TableNormal"/>
    <w:uiPriority w:val="59"/>
    <w:rsid w:val="00D34B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rsid w:val="00EF73CE"/>
    <w:pPr>
      <w:spacing w:before="100" w:beforeAutospacing="1" w:after="100" w:afterAutospacing="1"/>
    </w:pPr>
    <w:rPr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73CE"/>
    <w:rPr>
      <w:lang w:eastAsia="en-US"/>
    </w:rPr>
  </w:style>
  <w:style w:type="paragraph" w:customStyle="1" w:styleId="Pealkiri11">
    <w:name w:val="Pealkiri 11"/>
    <w:basedOn w:val="Normal"/>
    <w:rsid w:val="00BD6E1E"/>
    <w:pPr>
      <w:numPr>
        <w:numId w:val="11"/>
      </w:numPr>
    </w:pPr>
  </w:style>
  <w:style w:type="paragraph" w:customStyle="1" w:styleId="Pealkiri21">
    <w:name w:val="Pealkiri 21"/>
    <w:basedOn w:val="Normal"/>
    <w:rsid w:val="00BD6E1E"/>
    <w:pPr>
      <w:numPr>
        <w:ilvl w:val="1"/>
        <w:numId w:val="11"/>
      </w:numPr>
    </w:pPr>
  </w:style>
  <w:style w:type="paragraph" w:customStyle="1" w:styleId="Pealkiri31">
    <w:name w:val="Pealkiri 31"/>
    <w:basedOn w:val="Normal"/>
    <w:rsid w:val="00BD6E1E"/>
    <w:pPr>
      <w:numPr>
        <w:ilvl w:val="2"/>
        <w:numId w:val="11"/>
      </w:numPr>
    </w:pPr>
  </w:style>
  <w:style w:type="paragraph" w:customStyle="1" w:styleId="Pealkiri41">
    <w:name w:val="Pealkiri 41"/>
    <w:basedOn w:val="Normal"/>
    <w:rsid w:val="00BD6E1E"/>
    <w:pPr>
      <w:numPr>
        <w:ilvl w:val="3"/>
        <w:numId w:val="11"/>
      </w:numPr>
    </w:pPr>
  </w:style>
  <w:style w:type="paragraph" w:customStyle="1" w:styleId="Pealkiri51">
    <w:name w:val="Pealkiri 51"/>
    <w:basedOn w:val="Normal"/>
    <w:rsid w:val="00BD6E1E"/>
    <w:pPr>
      <w:numPr>
        <w:ilvl w:val="4"/>
        <w:numId w:val="11"/>
      </w:numPr>
    </w:pPr>
  </w:style>
  <w:style w:type="paragraph" w:customStyle="1" w:styleId="Pealkiri61">
    <w:name w:val="Pealkiri 61"/>
    <w:basedOn w:val="Normal"/>
    <w:rsid w:val="00BD6E1E"/>
    <w:pPr>
      <w:numPr>
        <w:ilvl w:val="5"/>
        <w:numId w:val="11"/>
      </w:numPr>
    </w:pPr>
  </w:style>
  <w:style w:type="paragraph" w:customStyle="1" w:styleId="Pealkiri71">
    <w:name w:val="Pealkiri 71"/>
    <w:basedOn w:val="Normal"/>
    <w:rsid w:val="00BD6E1E"/>
    <w:pPr>
      <w:numPr>
        <w:ilvl w:val="6"/>
        <w:numId w:val="11"/>
      </w:numPr>
    </w:pPr>
  </w:style>
  <w:style w:type="paragraph" w:customStyle="1" w:styleId="Pealkiri81">
    <w:name w:val="Pealkiri 81"/>
    <w:basedOn w:val="Normal"/>
    <w:rsid w:val="00BD6E1E"/>
    <w:pPr>
      <w:numPr>
        <w:ilvl w:val="7"/>
        <w:numId w:val="11"/>
      </w:numPr>
    </w:pPr>
  </w:style>
  <w:style w:type="paragraph" w:customStyle="1" w:styleId="Pealkiri91">
    <w:name w:val="Pealkiri 91"/>
    <w:basedOn w:val="Normal"/>
    <w:rsid w:val="00BD6E1E"/>
    <w:pPr>
      <w:numPr>
        <w:ilvl w:val="8"/>
        <w:numId w:val="11"/>
      </w:numPr>
    </w:pPr>
  </w:style>
  <w:style w:type="paragraph" w:styleId="ListParagraph">
    <w:name w:val="List Paragraph"/>
    <w:basedOn w:val="Normal"/>
    <w:uiPriority w:val="34"/>
    <w:qFormat/>
    <w:rsid w:val="00BD6E1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9435F6"/>
    <w:rPr>
      <w:color w:val="808080"/>
    </w:rPr>
  </w:style>
  <w:style w:type="character" w:styleId="Hyperlink">
    <w:name w:val="Hyperlink"/>
    <w:basedOn w:val="DefaultParagraphFont"/>
    <w:unhideWhenUsed/>
    <w:rsid w:val="006C08F3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C08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ti@metsatervenduse.ee" TargetMode="External"/><Relationship Id="rId13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hyperlink" Target="mailto:Risto.Sepp@rmk.ee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ndress\Downloads\kokkulepe_isikliku_kasutusoigustega_koormamise_tingimuste_kohta_jur_isik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63307F1DC0AF4128AF67BBD1101A48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0942C4-FAD3-469A-B930-E9A3F7C4F26F}"/>
      </w:docPartPr>
      <w:docPartBody>
        <w:p w:rsidR="0091146B" w:rsidRDefault="00692704">
          <w:pPr>
            <w:pStyle w:val="63307F1DC0AF4128AF67BBD1101A4822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261336D92534BE3BA6DC505D0DEA9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B6AEA5-FC50-49AE-85E1-FDE6D4CBC521}"/>
      </w:docPartPr>
      <w:docPartBody>
        <w:p w:rsidR="0091146B" w:rsidRDefault="00692704">
          <w:pPr>
            <w:pStyle w:val="E261336D92534BE3BA6DC505D0DEA969"/>
          </w:pPr>
          <w:r w:rsidRPr="00BE118B">
            <w:rPr>
              <w:rStyle w:val="PlaceholderText"/>
            </w:rPr>
            <w:t>Click here to enter a date.</w:t>
          </w:r>
        </w:p>
      </w:docPartBody>
    </w:docPart>
    <w:docPart>
      <w:docPartPr>
        <w:name w:val="75174A714EC94220908F0C8EE6DC11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F17809-FCFB-42E2-BA1D-BCC8525907AE}"/>
      </w:docPartPr>
      <w:docPartBody>
        <w:p w:rsidR="0091146B" w:rsidRDefault="00692704">
          <w:pPr>
            <w:pStyle w:val="75174A714EC94220908F0C8EE6DC11A0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F0EEEF859F544C189553FE92317E2DE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8E3119-3EDD-4E30-B533-600E1816C279}"/>
      </w:docPartPr>
      <w:docPartBody>
        <w:p w:rsidR="0091146B" w:rsidRDefault="00692704">
          <w:pPr>
            <w:pStyle w:val="F0EEEF859F544C189553FE92317E2DE7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E062A6D48F534330A2693D031D5065F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076C096-D417-4D22-8150-FBCC337E1E6D}"/>
      </w:docPartPr>
      <w:docPartBody>
        <w:p w:rsidR="0091146B" w:rsidRDefault="00692704">
          <w:pPr>
            <w:pStyle w:val="E062A6D48F534330A2693D031D5065F0"/>
          </w:pPr>
          <w:r w:rsidRPr="00BE118B">
            <w:rPr>
              <w:rStyle w:val="PlaceholderText"/>
            </w:rPr>
            <w:t>Choose an item.</w:t>
          </w:r>
        </w:p>
      </w:docPartBody>
    </w:docPart>
    <w:docPart>
      <w:docPartPr>
        <w:name w:val="DFDC3657012247489728C2095F4EF81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5BEFA4F-4947-468F-9B46-43B11402079D}"/>
      </w:docPartPr>
      <w:docPartBody>
        <w:p w:rsidR="0091146B" w:rsidRDefault="00692704">
          <w:pPr>
            <w:pStyle w:val="DFDC3657012247489728C2095F4EF810"/>
          </w:pPr>
          <w:r w:rsidRPr="00BE118B">
            <w:rPr>
              <w:rStyle w:val="PlaceholderText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704"/>
    <w:rsid w:val="00254DA4"/>
    <w:rsid w:val="005C1E92"/>
    <w:rsid w:val="00692704"/>
    <w:rsid w:val="0091146B"/>
    <w:rsid w:val="00D6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</w:style>
  <w:style w:type="paragraph" w:customStyle="1" w:styleId="63307F1DC0AF4128AF67BBD1101A4822">
    <w:name w:val="63307F1DC0AF4128AF67BBD1101A4822"/>
  </w:style>
  <w:style w:type="paragraph" w:customStyle="1" w:styleId="E261336D92534BE3BA6DC505D0DEA969">
    <w:name w:val="E261336D92534BE3BA6DC505D0DEA969"/>
  </w:style>
  <w:style w:type="paragraph" w:customStyle="1" w:styleId="34223EE124ED49E29E6D4E05BB4F3EEC">
    <w:name w:val="34223EE124ED49E29E6D4E05BB4F3EEC"/>
  </w:style>
  <w:style w:type="paragraph" w:customStyle="1" w:styleId="75174A714EC94220908F0C8EE6DC11A0">
    <w:name w:val="75174A714EC94220908F0C8EE6DC11A0"/>
  </w:style>
  <w:style w:type="paragraph" w:customStyle="1" w:styleId="F0EEEF859F544C189553FE92317E2DE7">
    <w:name w:val="F0EEEF859F544C189553FE92317E2DE7"/>
  </w:style>
  <w:style w:type="paragraph" w:customStyle="1" w:styleId="E062A6D48F534330A2693D031D5065F0">
    <w:name w:val="E062A6D48F534330A2693D031D5065F0"/>
  </w:style>
  <w:style w:type="paragraph" w:customStyle="1" w:styleId="DFDC3657012247489728C2095F4EF810">
    <w:name w:val="DFDC3657012247489728C2095F4EF81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kokkulepe_isikliku_kasutusoigustega_koormamise_tingimuste_kohta_jur_isik</Template>
  <TotalTime>15</TotalTime>
  <Pages>3</Pages>
  <Words>802</Words>
  <Characters>4574</Characters>
  <Application>Microsoft Office Word</Application>
  <DocSecurity>0</DocSecurity>
  <Lines>38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LEPING</vt:lpstr>
      <vt:lpstr>LEPING</vt:lpstr>
      <vt:lpstr>LEPING</vt:lpstr>
    </vt:vector>
  </TitlesOfParts>
  <Company>RMK</Company>
  <LinksUpToDate>false</LinksUpToDate>
  <CharactersWithSpaces>5366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LEPING</dc:title>
  <dc:creator>Andres Sepp</dc:creator>
  <cp:lastModifiedBy>Risto Sepp</cp:lastModifiedBy>
  <cp:revision>12</cp:revision>
  <cp:lastPrinted>1900-12-31T22:00:00Z</cp:lastPrinted>
  <dcterms:created xsi:type="dcterms:W3CDTF">2023-08-29T08:01:00Z</dcterms:created>
  <dcterms:modified xsi:type="dcterms:W3CDTF">2023-08-29T08:23:00Z</dcterms:modified>
</cp:coreProperties>
</file>